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6DBB2B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3B243F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8E6A243" w14:textId="47A4F3B8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110E47">
        <w:rPr>
          <w:rFonts w:ascii="Corbel" w:hAnsi="Corbel"/>
          <w:i/>
          <w:smallCaps/>
          <w:sz w:val="24"/>
          <w:szCs w:val="24"/>
        </w:rPr>
        <w:t>2021-2024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42EBD961" w14:textId="27EE0646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7B0ABA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CFF2D96" w14:textId="6B14C4A3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110E47">
        <w:rPr>
          <w:rFonts w:ascii="Corbel" w:hAnsi="Corbel"/>
          <w:sz w:val="20"/>
          <w:szCs w:val="20"/>
        </w:rPr>
        <w:t>2021/2022</w:t>
      </w:r>
    </w:p>
    <w:p w14:paraId="1484BB0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308700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bookmarkStart w:id="0" w:name="_GoBack"/>
      <w:bookmarkEnd w:id="0"/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3159906" w14:textId="77777777" w:rsidTr="00B819C8">
        <w:tc>
          <w:tcPr>
            <w:tcW w:w="2694" w:type="dxa"/>
            <w:vAlign w:val="center"/>
          </w:tcPr>
          <w:p w14:paraId="35BED75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5582F25" w14:textId="0B38E9BE" w:rsidR="0085747A" w:rsidRPr="00110E47" w:rsidRDefault="005D44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10E47">
              <w:rPr>
                <w:rFonts w:ascii="Corbel" w:hAnsi="Corbel"/>
                <w:sz w:val="24"/>
                <w:szCs w:val="24"/>
              </w:rPr>
              <w:t>Podstawy filozofii</w:t>
            </w:r>
          </w:p>
        </w:tc>
      </w:tr>
      <w:tr w:rsidR="0085747A" w:rsidRPr="009C54AE" w14:paraId="602DBDC3" w14:textId="77777777" w:rsidTr="00B819C8">
        <w:tc>
          <w:tcPr>
            <w:tcW w:w="2694" w:type="dxa"/>
            <w:vAlign w:val="center"/>
          </w:tcPr>
          <w:p w14:paraId="7E9C5B4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F67E7A0" w14:textId="5BF522E4" w:rsidR="0085747A" w:rsidRPr="009C54AE" w:rsidRDefault="008A0D4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A0D43">
              <w:rPr>
                <w:rFonts w:ascii="Corbel" w:hAnsi="Corbel"/>
                <w:b w:val="0"/>
                <w:sz w:val="24"/>
                <w:szCs w:val="24"/>
              </w:rPr>
              <w:t>PRA29</w:t>
            </w:r>
          </w:p>
        </w:tc>
      </w:tr>
      <w:tr w:rsidR="0085747A" w:rsidRPr="009C54AE" w14:paraId="3912EB2E" w14:textId="77777777" w:rsidTr="00B819C8">
        <w:tc>
          <w:tcPr>
            <w:tcW w:w="2694" w:type="dxa"/>
            <w:vAlign w:val="center"/>
          </w:tcPr>
          <w:p w14:paraId="55D5DD78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89E398F" w14:textId="64FB559A" w:rsidR="0085747A" w:rsidRPr="009C54AE" w:rsidRDefault="00110E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47A5BE6" w14:textId="77777777" w:rsidTr="00B819C8">
        <w:tc>
          <w:tcPr>
            <w:tcW w:w="2694" w:type="dxa"/>
            <w:vAlign w:val="center"/>
          </w:tcPr>
          <w:p w14:paraId="25D5217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C70F52B" w14:textId="2B672DBA" w:rsidR="0085747A" w:rsidRPr="009C54AE" w:rsidRDefault="00FB5E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B5E9A">
              <w:rPr>
                <w:rFonts w:ascii="Corbel" w:hAnsi="Corbel"/>
                <w:b w:val="0"/>
                <w:sz w:val="24"/>
                <w:szCs w:val="24"/>
              </w:rPr>
              <w:t>Instytut Nauk Prawnych</w:t>
            </w:r>
            <w:r w:rsidRPr="00FB5E9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0F68BA">
              <w:rPr>
                <w:rFonts w:ascii="Corbel" w:hAnsi="Corbel"/>
                <w:b w:val="0"/>
                <w:sz w:val="24"/>
                <w:szCs w:val="24"/>
              </w:rPr>
              <w:t>Zakład Nauk Historyczno i Teoretyczno Prawnych</w:t>
            </w:r>
          </w:p>
        </w:tc>
      </w:tr>
      <w:tr w:rsidR="0085747A" w:rsidRPr="009C54AE" w14:paraId="6B3DDD90" w14:textId="77777777" w:rsidTr="00B819C8">
        <w:tc>
          <w:tcPr>
            <w:tcW w:w="2694" w:type="dxa"/>
            <w:vAlign w:val="center"/>
          </w:tcPr>
          <w:p w14:paraId="352441F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B03C8DF" w14:textId="7C33A9CC" w:rsidR="0085747A" w:rsidRPr="009C54AE" w:rsidRDefault="00474D9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5747A" w:rsidRPr="009C54AE" w14:paraId="1E51023D" w14:textId="77777777" w:rsidTr="00B819C8">
        <w:tc>
          <w:tcPr>
            <w:tcW w:w="2694" w:type="dxa"/>
            <w:vAlign w:val="center"/>
          </w:tcPr>
          <w:p w14:paraId="3F69D34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9DA147E" w14:textId="075B4061" w:rsidR="0085747A" w:rsidRPr="009C54AE" w:rsidRDefault="000F68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474D96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9C54AE" w14:paraId="334AD8C4" w14:textId="77777777" w:rsidTr="00B819C8">
        <w:tc>
          <w:tcPr>
            <w:tcW w:w="2694" w:type="dxa"/>
            <w:vAlign w:val="center"/>
          </w:tcPr>
          <w:p w14:paraId="24CF972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AE7A251" w14:textId="3007C273" w:rsidR="0085747A" w:rsidRPr="009C54AE" w:rsidRDefault="00474D9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2DD2D3FC" w14:textId="77777777" w:rsidTr="00B819C8">
        <w:tc>
          <w:tcPr>
            <w:tcW w:w="2694" w:type="dxa"/>
            <w:vAlign w:val="center"/>
          </w:tcPr>
          <w:p w14:paraId="596A9AC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C10B13" w14:textId="092915A0" w:rsidR="0085747A" w:rsidRPr="009C54AE" w:rsidRDefault="00F308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F68B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20FC50FA" w14:textId="77777777" w:rsidTr="00B819C8">
        <w:tc>
          <w:tcPr>
            <w:tcW w:w="2694" w:type="dxa"/>
            <w:vAlign w:val="center"/>
          </w:tcPr>
          <w:p w14:paraId="0C1B3C9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BF06917" w14:textId="3EB79B44" w:rsidR="0085747A" w:rsidRPr="009C54AE" w:rsidRDefault="000F68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B6E28">
              <w:rPr>
                <w:rFonts w:ascii="Corbel" w:hAnsi="Corbel"/>
                <w:b w:val="0"/>
                <w:color w:val="auto"/>
                <w:sz w:val="24"/>
                <w:szCs w:val="24"/>
              </w:rPr>
              <w:t>Rok</w:t>
            </w:r>
            <w:r w:rsidR="00B619C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</w:t>
            </w:r>
            <w:r w:rsidRPr="00FB6E28">
              <w:rPr>
                <w:rFonts w:ascii="Corbel" w:hAnsi="Corbel"/>
                <w:b w:val="0"/>
                <w:color w:val="auto"/>
                <w:sz w:val="24"/>
                <w:szCs w:val="24"/>
              </w:rPr>
              <w:t>, semestr I</w:t>
            </w:r>
          </w:p>
        </w:tc>
      </w:tr>
      <w:tr w:rsidR="0085747A" w:rsidRPr="009C54AE" w14:paraId="4D91CA63" w14:textId="77777777" w:rsidTr="00B819C8">
        <w:tc>
          <w:tcPr>
            <w:tcW w:w="2694" w:type="dxa"/>
            <w:vAlign w:val="center"/>
          </w:tcPr>
          <w:p w14:paraId="0ABB547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FA37A25" w14:textId="631E461B" w:rsidR="0085747A" w:rsidRPr="009C54AE" w:rsidRDefault="005515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6A91F3B6" w14:textId="77777777" w:rsidTr="00B819C8">
        <w:tc>
          <w:tcPr>
            <w:tcW w:w="2694" w:type="dxa"/>
            <w:vAlign w:val="center"/>
          </w:tcPr>
          <w:p w14:paraId="6D0E15D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0691686" w14:textId="2570DDD2" w:rsidR="00923D7D" w:rsidRPr="009C54AE" w:rsidRDefault="000F68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60BD5BD" w14:textId="77777777" w:rsidTr="00B819C8">
        <w:tc>
          <w:tcPr>
            <w:tcW w:w="2694" w:type="dxa"/>
            <w:vAlign w:val="center"/>
          </w:tcPr>
          <w:p w14:paraId="7C3F6F9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8A827CE" w14:textId="49183B71" w:rsidR="0085747A" w:rsidRPr="009C54AE" w:rsidRDefault="000F68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Artur Łuszczyński, prof. UR</w:t>
            </w:r>
          </w:p>
        </w:tc>
      </w:tr>
      <w:tr w:rsidR="0085747A" w:rsidRPr="009C54AE" w14:paraId="2C6C9044" w14:textId="77777777" w:rsidTr="00B819C8">
        <w:tc>
          <w:tcPr>
            <w:tcW w:w="2694" w:type="dxa"/>
            <w:vAlign w:val="center"/>
          </w:tcPr>
          <w:p w14:paraId="1F138D9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6F8155C" w14:textId="77777777" w:rsidR="005328E0" w:rsidRDefault="005F484E" w:rsidP="005328E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Marcin Niemczyk, dr Marcin Merkwa</w:t>
            </w:r>
            <w:r w:rsidR="00A748E3">
              <w:rPr>
                <w:rFonts w:ascii="Corbel" w:hAnsi="Corbel"/>
                <w:b w:val="0"/>
                <w:sz w:val="24"/>
                <w:szCs w:val="24"/>
              </w:rPr>
              <w:t xml:space="preserve">, mgr M. </w:t>
            </w:r>
            <w:proofErr w:type="spellStart"/>
            <w:r w:rsidR="00A748E3">
              <w:rPr>
                <w:rFonts w:ascii="Corbel" w:hAnsi="Corbel"/>
                <w:b w:val="0"/>
                <w:sz w:val="24"/>
                <w:szCs w:val="24"/>
              </w:rPr>
              <w:t>Golowska</w:t>
            </w:r>
            <w:proofErr w:type="spellEnd"/>
            <w:r w:rsidR="00A748E3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</w:p>
          <w:p w14:paraId="4C2B190B" w14:textId="563D411F" w:rsidR="0085747A" w:rsidRPr="009C54AE" w:rsidRDefault="00A748E3" w:rsidP="005328E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Ł. Szymański</w:t>
            </w:r>
          </w:p>
        </w:tc>
      </w:tr>
    </w:tbl>
    <w:p w14:paraId="5BE74F4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3DA2B9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3C6376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64899E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61AF9E5" w14:textId="77777777" w:rsidTr="0019436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4F5F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29D677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70C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A8D7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2DAA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C69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666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9448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618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B48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1C6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C377F2D" w14:textId="77777777" w:rsidTr="0019436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17D43" w14:textId="4D4F29C8" w:rsidR="00015B8F" w:rsidRPr="009C54AE" w:rsidRDefault="0024569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F6097" w14:textId="02BD3A3F" w:rsidR="00015B8F" w:rsidRPr="009C54AE" w:rsidRDefault="001D2B7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92E09" w14:textId="5B94C2F3" w:rsidR="00015B8F" w:rsidRPr="009C54AE" w:rsidRDefault="001D2B7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7FD6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1A5F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817F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C63E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07FF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9D65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F7BA7" w14:textId="1D676ECD" w:rsidR="00015B8F" w:rsidRPr="009C54AE" w:rsidRDefault="00366A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CB998B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724822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EA17B0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3F91D6C" w14:textId="0141062C" w:rsidR="0085747A" w:rsidRPr="009C54AE" w:rsidRDefault="00A800B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6EA9154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FD5F5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A97724" w14:textId="1046EF3C" w:rsidR="00DF5790" w:rsidRPr="00DF5790" w:rsidRDefault="00E22FBC" w:rsidP="00DF579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A42F8E2" w14:textId="521E86A1" w:rsidR="00DF5790" w:rsidRDefault="00F0257D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 xml:space="preserve">Wykład: </w:t>
      </w:r>
      <w:r w:rsidR="00DF5790" w:rsidRPr="00DF5790">
        <w:rPr>
          <w:rFonts w:ascii="Corbel" w:hAnsi="Corbel"/>
          <w:b w:val="0"/>
          <w:bCs/>
          <w:smallCaps w:val="0"/>
          <w:szCs w:val="24"/>
        </w:rPr>
        <w:t>Zaliczenie z oceną</w:t>
      </w:r>
    </w:p>
    <w:p w14:paraId="7097FB0C" w14:textId="454449F6" w:rsidR="00F0257D" w:rsidRPr="00DF5790" w:rsidRDefault="00F0257D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>Ćwiczenia: zaliczenie z oceną</w:t>
      </w:r>
    </w:p>
    <w:p w14:paraId="0832CB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B68788" w14:textId="5EE7429B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68F318C9" w14:textId="77777777" w:rsidR="00110E47" w:rsidRPr="009C54AE" w:rsidRDefault="00110E47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4CAB065" w14:textId="77777777" w:rsidTr="00745302">
        <w:tc>
          <w:tcPr>
            <w:tcW w:w="9670" w:type="dxa"/>
          </w:tcPr>
          <w:p w14:paraId="442544BC" w14:textId="3F6541E0" w:rsidR="0085747A" w:rsidRPr="009C54AE" w:rsidRDefault="00A800B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562A8">
              <w:rPr>
                <w:rFonts w:asciiTheme="minorHAnsi" w:hAnsiTheme="minorHAnsi"/>
                <w:b w:val="0"/>
                <w:bCs/>
                <w:smallCaps w:val="0"/>
                <w:sz w:val="22"/>
              </w:rPr>
              <w:t>Ogólna wiedza o państwie i społeczeństwie pozyskana w czasie edukacji szkolnej na takich przedmiotach jak np. „Historia”</w:t>
            </w:r>
            <w:r w:rsidR="00366A49">
              <w:rPr>
                <w:rFonts w:asciiTheme="minorHAnsi" w:hAnsiTheme="minorHAnsi"/>
                <w:b w:val="0"/>
                <w:bCs/>
                <w:smallCaps w:val="0"/>
                <w:sz w:val="22"/>
              </w:rPr>
              <w:t xml:space="preserve"> i „Wiedza o spo</w:t>
            </w:r>
            <w:r w:rsidR="00F04820">
              <w:rPr>
                <w:rFonts w:asciiTheme="minorHAnsi" w:hAnsiTheme="minorHAnsi"/>
                <w:b w:val="0"/>
                <w:bCs/>
                <w:smallCaps w:val="0"/>
                <w:sz w:val="22"/>
              </w:rPr>
              <w:t>łeczeństwie”</w:t>
            </w:r>
          </w:p>
        </w:tc>
      </w:tr>
    </w:tbl>
    <w:p w14:paraId="4EDDF33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3C7C392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1A67BE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ECFC4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098019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0"/>
        <w:gridCol w:w="8680"/>
      </w:tblGrid>
      <w:tr w:rsidR="00A800BB" w:rsidRPr="00060C9F" w14:paraId="5EEFAD04" w14:textId="77777777" w:rsidTr="008A7542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D31AA" w14:textId="77777777" w:rsidR="00A800BB" w:rsidRPr="00060C9F" w:rsidRDefault="00A800BB" w:rsidP="009D23B2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060C9F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72B2A" w14:textId="5332616C" w:rsidR="00A800BB" w:rsidRPr="00060C9F" w:rsidRDefault="00A800BB" w:rsidP="009D23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60C9F">
              <w:rPr>
                <w:rFonts w:ascii="Corbel" w:hAnsi="Corbel"/>
                <w:b w:val="0"/>
                <w:sz w:val="24"/>
                <w:szCs w:val="24"/>
              </w:rPr>
              <w:t xml:space="preserve">Uzyskanie wiedzy obejmującej </w:t>
            </w:r>
            <w:r w:rsidR="004310D3">
              <w:rPr>
                <w:rFonts w:ascii="Corbel" w:hAnsi="Corbel"/>
                <w:b w:val="0"/>
                <w:sz w:val="24"/>
                <w:szCs w:val="24"/>
              </w:rPr>
              <w:t xml:space="preserve">podstawowe </w:t>
            </w:r>
            <w:r w:rsidR="008A7542">
              <w:rPr>
                <w:rFonts w:ascii="Corbel" w:hAnsi="Corbel"/>
                <w:b w:val="0"/>
                <w:sz w:val="24"/>
                <w:szCs w:val="24"/>
              </w:rPr>
              <w:t>zagadnienia filozoficzne</w:t>
            </w:r>
          </w:p>
        </w:tc>
      </w:tr>
      <w:tr w:rsidR="00A800BB" w:rsidRPr="00060C9F" w14:paraId="56DA19A3" w14:textId="77777777" w:rsidTr="008A7542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D6C96" w14:textId="77777777" w:rsidR="00A800BB" w:rsidRPr="00060C9F" w:rsidRDefault="00A800BB" w:rsidP="009D23B2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060C9F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B932F" w14:textId="411A5025" w:rsidR="00A800BB" w:rsidRPr="00060C9F" w:rsidRDefault="00A800BB" w:rsidP="009D23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60C9F">
              <w:rPr>
                <w:rFonts w:ascii="Corbel" w:hAnsi="Corbel"/>
                <w:b w:val="0"/>
                <w:sz w:val="24"/>
                <w:szCs w:val="24"/>
              </w:rPr>
              <w:t xml:space="preserve">Zrozumienie i krytyczna </w:t>
            </w:r>
            <w:r w:rsidR="008A7542">
              <w:rPr>
                <w:rFonts w:ascii="Corbel" w:hAnsi="Corbel"/>
                <w:b w:val="0"/>
                <w:sz w:val="24"/>
                <w:szCs w:val="24"/>
              </w:rPr>
              <w:t>podstawowych doktryn filozoficznych</w:t>
            </w:r>
          </w:p>
        </w:tc>
      </w:tr>
      <w:tr w:rsidR="00A800BB" w:rsidRPr="00060C9F" w14:paraId="7C09C768" w14:textId="77777777" w:rsidTr="008A7542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65877" w14:textId="77777777" w:rsidR="00A800BB" w:rsidRPr="00060C9F" w:rsidRDefault="00A800BB" w:rsidP="009D23B2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060C9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C73F8" w14:textId="70EDFD65" w:rsidR="00A800BB" w:rsidRPr="00060C9F" w:rsidRDefault="00A800BB" w:rsidP="009D23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60C9F">
              <w:rPr>
                <w:rFonts w:ascii="Corbel" w:hAnsi="Corbel"/>
                <w:b w:val="0"/>
                <w:sz w:val="24"/>
                <w:szCs w:val="24"/>
              </w:rPr>
              <w:t xml:space="preserve">Nabycie zdolności </w:t>
            </w:r>
            <w:r w:rsidR="008A7542">
              <w:rPr>
                <w:rFonts w:ascii="Corbel" w:hAnsi="Corbel"/>
                <w:b w:val="0"/>
                <w:sz w:val="24"/>
                <w:szCs w:val="24"/>
              </w:rPr>
              <w:t>analizy podstawowych problemów filozoficznych</w:t>
            </w:r>
          </w:p>
        </w:tc>
      </w:tr>
      <w:tr w:rsidR="00A800BB" w:rsidRPr="00060C9F" w14:paraId="44E6109C" w14:textId="77777777" w:rsidTr="008A7542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3EA94" w14:textId="77777777" w:rsidR="00A800BB" w:rsidRPr="00060C9F" w:rsidRDefault="00A800BB" w:rsidP="009D23B2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060C9F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AE4BD" w14:textId="6EC1BA17" w:rsidR="00A800BB" w:rsidRPr="00060C9F" w:rsidRDefault="00A800BB" w:rsidP="009D23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60C9F">
              <w:rPr>
                <w:rFonts w:ascii="Corbel" w:hAnsi="Corbel"/>
                <w:b w:val="0"/>
                <w:sz w:val="24"/>
                <w:szCs w:val="24"/>
              </w:rPr>
              <w:t xml:space="preserve">Poznanie koncepcyjnej genezy pojęć które leżą u podstaw polskiego i europejskiego systemu prawa, takich jak: prawa podmiotowe, godność, wolność, równość, własność, dobro wspólne, władza publiczna, demokracja, sprawiedliwość </w:t>
            </w:r>
          </w:p>
        </w:tc>
      </w:tr>
    </w:tbl>
    <w:p w14:paraId="684434D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BAC216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BD5C05C" w14:textId="35FC3341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8"/>
        <w:gridCol w:w="5854"/>
        <w:gridCol w:w="2116"/>
      </w:tblGrid>
      <w:tr w:rsidR="00A800BB" w:rsidRPr="00A800BB" w14:paraId="28CC17AB" w14:textId="77777777" w:rsidTr="00AB3632">
        <w:trPr>
          <w:jc w:val="center"/>
        </w:trPr>
        <w:tc>
          <w:tcPr>
            <w:tcW w:w="1658" w:type="dxa"/>
            <w:vAlign w:val="center"/>
          </w:tcPr>
          <w:p w14:paraId="2A062580" w14:textId="77777777" w:rsidR="00A800BB" w:rsidRPr="00A800BB" w:rsidRDefault="00A800BB" w:rsidP="00A800B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800BB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A800BB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854" w:type="dxa"/>
            <w:vAlign w:val="center"/>
          </w:tcPr>
          <w:p w14:paraId="48D97644" w14:textId="77777777" w:rsidR="00A800BB" w:rsidRPr="00A800BB" w:rsidRDefault="00A800BB" w:rsidP="00A800B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800BB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2116" w:type="dxa"/>
            <w:vAlign w:val="center"/>
          </w:tcPr>
          <w:p w14:paraId="599AF594" w14:textId="77777777" w:rsidR="00A800BB" w:rsidRPr="00A800BB" w:rsidRDefault="00A800BB" w:rsidP="00A800B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800BB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A800BB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A800BB" w:rsidRPr="00A800BB" w14:paraId="053648B3" w14:textId="77777777" w:rsidTr="00AB3632">
        <w:trPr>
          <w:jc w:val="center"/>
        </w:trPr>
        <w:tc>
          <w:tcPr>
            <w:tcW w:w="1658" w:type="dxa"/>
          </w:tcPr>
          <w:p w14:paraId="38B4B9FD" w14:textId="77777777" w:rsidR="00A800BB" w:rsidRPr="00A800BB" w:rsidRDefault="00A800BB" w:rsidP="00A800B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800BB">
              <w:rPr>
                <w:rFonts w:ascii="Corbel" w:hAnsi="Corbel"/>
                <w:sz w:val="24"/>
                <w:szCs w:val="24"/>
              </w:rPr>
              <w:t>EK</w:t>
            </w:r>
            <w:r w:rsidRPr="00A800BB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5854" w:type="dxa"/>
          </w:tcPr>
          <w:p w14:paraId="084FE19A" w14:textId="1B3B9921" w:rsidR="00A800BB" w:rsidRPr="00A800BB" w:rsidRDefault="006F6596" w:rsidP="00A800BB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zna podstawowe pojęcia filozoficzne</w:t>
            </w:r>
          </w:p>
        </w:tc>
        <w:tc>
          <w:tcPr>
            <w:tcW w:w="2116" w:type="dxa"/>
          </w:tcPr>
          <w:p w14:paraId="015EC4EB" w14:textId="77777777" w:rsidR="00AB3632" w:rsidRDefault="008C27AD" w:rsidP="00C47597">
            <w:pPr>
              <w:spacing w:after="0" w:line="240" w:lineRule="auto"/>
              <w:jc w:val="center"/>
              <w:rPr>
                <w:rStyle w:val="fontstyle01"/>
              </w:rPr>
            </w:pPr>
            <w:r>
              <w:rPr>
                <w:rStyle w:val="fontstyle01"/>
              </w:rPr>
              <w:t>K_W01</w:t>
            </w:r>
            <w:r w:rsidR="00AB3632">
              <w:rPr>
                <w:rStyle w:val="fontstyle01"/>
              </w:rPr>
              <w:t xml:space="preserve">, </w:t>
            </w:r>
          </w:p>
          <w:p w14:paraId="2386CB69" w14:textId="4CA96528" w:rsidR="00A800BB" w:rsidRPr="00D55BFE" w:rsidRDefault="00AB3632" w:rsidP="00D55B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K_U17</w:t>
            </w:r>
          </w:p>
        </w:tc>
      </w:tr>
      <w:tr w:rsidR="00A800BB" w:rsidRPr="00A800BB" w14:paraId="74D6D5A4" w14:textId="77777777" w:rsidTr="00AB3632">
        <w:trPr>
          <w:jc w:val="center"/>
        </w:trPr>
        <w:tc>
          <w:tcPr>
            <w:tcW w:w="1658" w:type="dxa"/>
          </w:tcPr>
          <w:p w14:paraId="0E8FAE6E" w14:textId="77777777" w:rsidR="00A800BB" w:rsidRPr="00A800BB" w:rsidRDefault="00A800BB" w:rsidP="00A800B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800BB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854" w:type="dxa"/>
          </w:tcPr>
          <w:p w14:paraId="39237CAA" w14:textId="74B75331" w:rsidR="00A800BB" w:rsidRPr="00A800BB" w:rsidRDefault="00657DD9" w:rsidP="00A800BB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19171D">
              <w:rPr>
                <w:rFonts w:ascii="Corbel" w:hAnsi="Corbel"/>
                <w:sz w:val="24"/>
                <w:szCs w:val="24"/>
              </w:rPr>
              <w:t xml:space="preserve">ma wiedzę </w:t>
            </w:r>
            <w:r w:rsidR="00053505">
              <w:rPr>
                <w:rFonts w:ascii="Corbel" w:hAnsi="Corbel"/>
                <w:sz w:val="24"/>
                <w:szCs w:val="24"/>
              </w:rPr>
              <w:t>obejmującą podstawowe teorie filozoficzne</w:t>
            </w:r>
          </w:p>
        </w:tc>
        <w:tc>
          <w:tcPr>
            <w:tcW w:w="2116" w:type="dxa"/>
          </w:tcPr>
          <w:p w14:paraId="6CA9FC32" w14:textId="77777777" w:rsidR="00A10C04" w:rsidRDefault="00A10C04" w:rsidP="00A10C04">
            <w:pPr>
              <w:spacing w:after="0" w:line="240" w:lineRule="auto"/>
              <w:jc w:val="center"/>
              <w:rPr>
                <w:rStyle w:val="fontstyle01"/>
              </w:rPr>
            </w:pPr>
            <w:r>
              <w:rPr>
                <w:rStyle w:val="fontstyle01"/>
              </w:rPr>
              <w:t xml:space="preserve">K_W01, </w:t>
            </w:r>
          </w:p>
          <w:p w14:paraId="3C571BEB" w14:textId="3AFC737F" w:rsidR="00A800BB" w:rsidRPr="00D55BFE" w:rsidRDefault="00C05BF1" w:rsidP="00D55BFE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0"/>
                <w:szCs w:val="20"/>
              </w:rPr>
            </w:pPr>
            <w:r>
              <w:rPr>
                <w:rStyle w:val="fontstyle01"/>
              </w:rPr>
              <w:t>K_W09</w:t>
            </w:r>
          </w:p>
        </w:tc>
      </w:tr>
      <w:tr w:rsidR="00A800BB" w:rsidRPr="00A800BB" w14:paraId="5013F08B" w14:textId="77777777" w:rsidTr="00AB3632">
        <w:trPr>
          <w:jc w:val="center"/>
        </w:trPr>
        <w:tc>
          <w:tcPr>
            <w:tcW w:w="1658" w:type="dxa"/>
          </w:tcPr>
          <w:p w14:paraId="70CEFB85" w14:textId="77777777" w:rsidR="00A800BB" w:rsidRPr="00A800BB" w:rsidRDefault="00A800BB" w:rsidP="00A800B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800BB">
              <w:rPr>
                <w:rFonts w:ascii="Corbel" w:hAnsi="Corbel"/>
                <w:sz w:val="24"/>
                <w:szCs w:val="24"/>
              </w:rPr>
              <w:t>EK</w:t>
            </w:r>
            <w:r w:rsidRPr="00A800BB">
              <w:rPr>
                <w:rFonts w:ascii="Corbel" w:hAnsi="Corbel"/>
                <w:sz w:val="24"/>
                <w:szCs w:val="24"/>
              </w:rPr>
              <w:softHyphen/>
              <w:t>_03</w:t>
            </w:r>
          </w:p>
        </w:tc>
        <w:tc>
          <w:tcPr>
            <w:tcW w:w="5854" w:type="dxa"/>
          </w:tcPr>
          <w:p w14:paraId="4F9422C3" w14:textId="77777777" w:rsidR="00A800BB" w:rsidRPr="00A800BB" w:rsidRDefault="00A800BB" w:rsidP="00A800B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800BB">
              <w:rPr>
                <w:rFonts w:ascii="Corbel" w:hAnsi="Corbel"/>
                <w:sz w:val="24"/>
                <w:szCs w:val="24"/>
              </w:rPr>
              <w:t>Wskazuje i dobiera, z uwzględnieniem koncepcyjnej genezy, doktrynalne źródła fundamentalnych pojęć i instytucji polityczno – prawnych.</w:t>
            </w:r>
          </w:p>
        </w:tc>
        <w:tc>
          <w:tcPr>
            <w:tcW w:w="2116" w:type="dxa"/>
          </w:tcPr>
          <w:p w14:paraId="113DAC55" w14:textId="77777777" w:rsidR="00A10C04" w:rsidRDefault="00A10C04" w:rsidP="00A10C04">
            <w:pPr>
              <w:spacing w:after="0" w:line="240" w:lineRule="auto"/>
              <w:jc w:val="center"/>
              <w:rPr>
                <w:rStyle w:val="fontstyle01"/>
              </w:rPr>
            </w:pPr>
            <w:r>
              <w:rPr>
                <w:rStyle w:val="fontstyle01"/>
              </w:rPr>
              <w:t xml:space="preserve">K_W01, </w:t>
            </w:r>
          </w:p>
          <w:p w14:paraId="78E3A3E8" w14:textId="07D43759" w:rsidR="00A800BB" w:rsidRPr="00D55BFE" w:rsidRDefault="00C05BF1" w:rsidP="00D55BFE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0"/>
                <w:szCs w:val="20"/>
              </w:rPr>
            </w:pPr>
            <w:r>
              <w:rPr>
                <w:rStyle w:val="fontstyle01"/>
              </w:rPr>
              <w:t>K_W09</w:t>
            </w:r>
          </w:p>
        </w:tc>
      </w:tr>
      <w:tr w:rsidR="00A800BB" w:rsidRPr="00A800BB" w14:paraId="2093B775" w14:textId="77777777" w:rsidTr="00AB3632">
        <w:trPr>
          <w:jc w:val="center"/>
        </w:trPr>
        <w:tc>
          <w:tcPr>
            <w:tcW w:w="1658" w:type="dxa"/>
          </w:tcPr>
          <w:p w14:paraId="5C5333F5" w14:textId="5168245F" w:rsidR="00A800BB" w:rsidRPr="00A800BB" w:rsidRDefault="00A800BB" w:rsidP="00A800B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800BB">
              <w:rPr>
                <w:rFonts w:ascii="Corbel" w:hAnsi="Corbel"/>
                <w:sz w:val="24"/>
                <w:szCs w:val="24"/>
              </w:rPr>
              <w:t>EK</w:t>
            </w:r>
            <w:r w:rsidRPr="00A800BB">
              <w:rPr>
                <w:rFonts w:ascii="Corbel" w:hAnsi="Corbel"/>
                <w:sz w:val="24"/>
                <w:szCs w:val="24"/>
              </w:rPr>
              <w:softHyphen/>
              <w:t>_0</w:t>
            </w:r>
            <w:r w:rsidR="00AB3632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5854" w:type="dxa"/>
          </w:tcPr>
          <w:p w14:paraId="7EFD2BD8" w14:textId="252FEB67" w:rsidR="00A800BB" w:rsidRPr="00A800BB" w:rsidRDefault="00A800BB" w:rsidP="00A800B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800BB">
              <w:rPr>
                <w:rFonts w:ascii="Corbel" w:hAnsi="Corbel"/>
                <w:sz w:val="24"/>
                <w:szCs w:val="24"/>
              </w:rPr>
              <w:t xml:space="preserve">Rozpoznaje przyczyny zmian zachodzących w myśli </w:t>
            </w:r>
            <w:r w:rsidR="00A07A64">
              <w:rPr>
                <w:rFonts w:ascii="Corbel" w:hAnsi="Corbel"/>
                <w:sz w:val="24"/>
                <w:szCs w:val="24"/>
              </w:rPr>
              <w:t>filozofi</w:t>
            </w:r>
            <w:r w:rsidR="00E12894">
              <w:rPr>
                <w:rFonts w:ascii="Corbel" w:hAnsi="Corbel"/>
                <w:sz w:val="24"/>
                <w:szCs w:val="24"/>
              </w:rPr>
              <w:t>cznej</w:t>
            </w:r>
          </w:p>
        </w:tc>
        <w:tc>
          <w:tcPr>
            <w:tcW w:w="2116" w:type="dxa"/>
          </w:tcPr>
          <w:p w14:paraId="5CD74055" w14:textId="77777777" w:rsidR="00A10C04" w:rsidRDefault="00A10C04" w:rsidP="00A10C04">
            <w:pPr>
              <w:spacing w:after="0" w:line="240" w:lineRule="auto"/>
              <w:jc w:val="center"/>
              <w:rPr>
                <w:rStyle w:val="fontstyle01"/>
              </w:rPr>
            </w:pPr>
            <w:r>
              <w:rPr>
                <w:rStyle w:val="fontstyle01"/>
              </w:rPr>
              <w:t xml:space="preserve">K_W01, </w:t>
            </w:r>
          </w:p>
          <w:p w14:paraId="54AF88A1" w14:textId="77777777" w:rsidR="00EE0D16" w:rsidRDefault="00C05BF1" w:rsidP="00A10C04">
            <w:pPr>
              <w:spacing w:after="0" w:line="240" w:lineRule="auto"/>
              <w:jc w:val="center"/>
              <w:rPr>
                <w:rStyle w:val="fontstyle01"/>
              </w:rPr>
            </w:pPr>
            <w:r>
              <w:rPr>
                <w:rStyle w:val="fontstyle01"/>
              </w:rPr>
              <w:t>K_W09</w:t>
            </w:r>
            <w:r w:rsidR="00EE0D16">
              <w:rPr>
                <w:rStyle w:val="fontstyle01"/>
              </w:rPr>
              <w:t xml:space="preserve">, </w:t>
            </w:r>
          </w:p>
          <w:p w14:paraId="4361F8D4" w14:textId="075F2CCC" w:rsidR="00A800BB" w:rsidRPr="00D55BFE" w:rsidRDefault="00EE0D16" w:rsidP="00D55B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K_U05</w:t>
            </w:r>
          </w:p>
        </w:tc>
      </w:tr>
      <w:tr w:rsidR="00A800BB" w:rsidRPr="00A800BB" w14:paraId="27712914" w14:textId="77777777" w:rsidTr="00AB3632">
        <w:trPr>
          <w:jc w:val="center"/>
        </w:trPr>
        <w:tc>
          <w:tcPr>
            <w:tcW w:w="1658" w:type="dxa"/>
          </w:tcPr>
          <w:p w14:paraId="5DF1C032" w14:textId="2314AA4A" w:rsidR="00A800BB" w:rsidRPr="00A800BB" w:rsidRDefault="00A800BB" w:rsidP="00A800B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800BB">
              <w:rPr>
                <w:rFonts w:ascii="Corbel" w:hAnsi="Corbel"/>
                <w:sz w:val="24"/>
                <w:szCs w:val="24"/>
              </w:rPr>
              <w:t>EK_0</w:t>
            </w:r>
            <w:r w:rsidR="00AB3632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5854" w:type="dxa"/>
          </w:tcPr>
          <w:p w14:paraId="1E671CF3" w14:textId="4783B3AF" w:rsidR="00A800BB" w:rsidRPr="00A800BB" w:rsidRDefault="00A800BB" w:rsidP="00A800B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800BB">
              <w:rPr>
                <w:rFonts w:ascii="Corbel" w:hAnsi="Corbel"/>
                <w:sz w:val="24"/>
                <w:szCs w:val="24"/>
              </w:rPr>
              <w:t xml:space="preserve">Rozpoznaje twórców doktryn </w:t>
            </w:r>
            <w:r w:rsidR="00A07A64">
              <w:rPr>
                <w:rFonts w:ascii="Corbel" w:hAnsi="Corbel"/>
                <w:sz w:val="24"/>
                <w:szCs w:val="24"/>
              </w:rPr>
              <w:t>filozoficznych</w:t>
            </w:r>
          </w:p>
        </w:tc>
        <w:tc>
          <w:tcPr>
            <w:tcW w:w="2116" w:type="dxa"/>
          </w:tcPr>
          <w:p w14:paraId="1D34CD70" w14:textId="77777777" w:rsidR="00A10C04" w:rsidRPr="00A10C04" w:rsidRDefault="00A10C04" w:rsidP="00A10C04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0"/>
                <w:szCs w:val="20"/>
              </w:rPr>
            </w:pPr>
            <w:r>
              <w:rPr>
                <w:rStyle w:val="fontstyle01"/>
              </w:rPr>
              <w:t>K_W01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14:paraId="2D656F72" w14:textId="10274AB5" w:rsidR="00A800BB" w:rsidRPr="00A10C04" w:rsidRDefault="00C05BF1" w:rsidP="00A10C04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0"/>
                <w:szCs w:val="20"/>
              </w:rPr>
            </w:pPr>
            <w:r>
              <w:rPr>
                <w:rStyle w:val="fontstyle01"/>
              </w:rPr>
              <w:t>K_W09</w:t>
            </w:r>
          </w:p>
        </w:tc>
      </w:tr>
      <w:tr w:rsidR="00A800BB" w:rsidRPr="00A800BB" w14:paraId="10D4369F" w14:textId="77777777" w:rsidTr="00AB3632">
        <w:trPr>
          <w:jc w:val="center"/>
        </w:trPr>
        <w:tc>
          <w:tcPr>
            <w:tcW w:w="1658" w:type="dxa"/>
          </w:tcPr>
          <w:p w14:paraId="3B41B4BD" w14:textId="22DD18E4" w:rsidR="00A800BB" w:rsidRPr="00A800BB" w:rsidRDefault="00A800BB" w:rsidP="00A800B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800BB">
              <w:rPr>
                <w:rFonts w:ascii="Corbel" w:hAnsi="Corbel"/>
                <w:sz w:val="24"/>
                <w:szCs w:val="24"/>
              </w:rPr>
              <w:t>EK</w:t>
            </w:r>
            <w:r w:rsidRPr="00A800BB">
              <w:rPr>
                <w:rFonts w:ascii="Corbel" w:hAnsi="Corbel"/>
                <w:sz w:val="24"/>
                <w:szCs w:val="24"/>
              </w:rPr>
              <w:softHyphen/>
              <w:t>_0</w:t>
            </w:r>
            <w:r w:rsidR="00AB3632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5854" w:type="dxa"/>
          </w:tcPr>
          <w:p w14:paraId="62BF93A5" w14:textId="373B84A9" w:rsidR="00A800BB" w:rsidRPr="00A800BB" w:rsidRDefault="00A800BB" w:rsidP="00A800B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800BB">
              <w:rPr>
                <w:rFonts w:ascii="Corbel" w:hAnsi="Corbel"/>
                <w:sz w:val="24"/>
                <w:szCs w:val="24"/>
              </w:rPr>
              <w:t>Dyskutuje o</w:t>
            </w:r>
            <w:r w:rsidR="00A07A64">
              <w:rPr>
                <w:rFonts w:ascii="Corbel" w:hAnsi="Corbel"/>
                <w:sz w:val="24"/>
                <w:szCs w:val="24"/>
              </w:rPr>
              <w:t xml:space="preserve"> podstawowych problemach filozoficznych</w:t>
            </w:r>
          </w:p>
        </w:tc>
        <w:tc>
          <w:tcPr>
            <w:tcW w:w="2116" w:type="dxa"/>
          </w:tcPr>
          <w:p w14:paraId="79253B4A" w14:textId="77777777" w:rsidR="00C2560F" w:rsidRDefault="00EE0D16" w:rsidP="00EE0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K_U05</w:t>
            </w:r>
            <w:r w:rsidR="00C2560F">
              <w:rPr>
                <w:rStyle w:val="fontstyle01"/>
              </w:rPr>
              <w:t xml:space="preserve">, </w:t>
            </w:r>
          </w:p>
          <w:p w14:paraId="650382B4" w14:textId="77777777" w:rsidR="00AB3632" w:rsidRDefault="00C2560F" w:rsidP="00C25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K_U15</w:t>
            </w:r>
            <w:r w:rsidR="00AB3632">
              <w:rPr>
                <w:rStyle w:val="fontstyle01"/>
              </w:rPr>
              <w:t xml:space="preserve">, </w:t>
            </w:r>
          </w:p>
          <w:p w14:paraId="32F8E0C8" w14:textId="4BE0BAEF" w:rsidR="00A800BB" w:rsidRPr="00D55BFE" w:rsidRDefault="00AB3632" w:rsidP="00D55B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K_U17</w:t>
            </w:r>
          </w:p>
        </w:tc>
      </w:tr>
      <w:tr w:rsidR="00A800BB" w:rsidRPr="00A800BB" w14:paraId="1B036F25" w14:textId="77777777" w:rsidTr="00AB3632">
        <w:trPr>
          <w:jc w:val="center"/>
        </w:trPr>
        <w:tc>
          <w:tcPr>
            <w:tcW w:w="1658" w:type="dxa"/>
          </w:tcPr>
          <w:p w14:paraId="38401CB2" w14:textId="743A6ACC" w:rsidR="00A800BB" w:rsidRPr="00A800BB" w:rsidRDefault="00A800BB" w:rsidP="00A800B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800BB">
              <w:rPr>
                <w:rFonts w:ascii="Corbel" w:hAnsi="Corbel"/>
                <w:sz w:val="24"/>
                <w:szCs w:val="24"/>
              </w:rPr>
              <w:t>EK_0</w:t>
            </w:r>
            <w:r w:rsidR="00AB3632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5854" w:type="dxa"/>
          </w:tcPr>
          <w:p w14:paraId="0E99B594" w14:textId="30EB181E" w:rsidR="00A800BB" w:rsidRPr="00A800BB" w:rsidRDefault="00A800BB" w:rsidP="00A800B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800BB">
              <w:rPr>
                <w:rFonts w:ascii="Corbel" w:hAnsi="Corbel"/>
                <w:sz w:val="24"/>
                <w:szCs w:val="24"/>
              </w:rPr>
              <w:t>Zachowuje otwartość na różne poglądy i postawy</w:t>
            </w:r>
          </w:p>
        </w:tc>
        <w:tc>
          <w:tcPr>
            <w:tcW w:w="2116" w:type="dxa"/>
          </w:tcPr>
          <w:p w14:paraId="61B2484C" w14:textId="77777777" w:rsidR="00C2560F" w:rsidRDefault="00EE0D16" w:rsidP="00EE0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K_U05</w:t>
            </w:r>
            <w:r w:rsidR="00C2560F">
              <w:rPr>
                <w:rStyle w:val="fontstyle01"/>
              </w:rPr>
              <w:t xml:space="preserve">, </w:t>
            </w:r>
          </w:p>
          <w:p w14:paraId="662E586E" w14:textId="3239FA8E" w:rsidR="00A800BB" w:rsidRPr="00D55BFE" w:rsidRDefault="00C2560F" w:rsidP="00D55B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K_U15</w:t>
            </w:r>
          </w:p>
        </w:tc>
      </w:tr>
      <w:tr w:rsidR="00A800BB" w:rsidRPr="00A800BB" w14:paraId="7132A8EF" w14:textId="77777777" w:rsidTr="00AB3632">
        <w:trPr>
          <w:jc w:val="center"/>
        </w:trPr>
        <w:tc>
          <w:tcPr>
            <w:tcW w:w="1658" w:type="dxa"/>
          </w:tcPr>
          <w:p w14:paraId="6DCBA998" w14:textId="661A7C73" w:rsidR="00A800BB" w:rsidRPr="00A800BB" w:rsidRDefault="00A800BB" w:rsidP="00A800B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800BB">
              <w:rPr>
                <w:rFonts w:ascii="Corbel" w:hAnsi="Corbel"/>
                <w:sz w:val="24"/>
                <w:szCs w:val="24"/>
              </w:rPr>
              <w:t>EK</w:t>
            </w:r>
            <w:r w:rsidRPr="00A800BB">
              <w:rPr>
                <w:rFonts w:ascii="Corbel" w:hAnsi="Corbel"/>
                <w:sz w:val="24"/>
                <w:szCs w:val="24"/>
              </w:rPr>
              <w:softHyphen/>
              <w:t>_0</w:t>
            </w:r>
            <w:r w:rsidR="00AB3632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5854" w:type="dxa"/>
          </w:tcPr>
          <w:p w14:paraId="39360D2D" w14:textId="39529A02" w:rsidR="00A800BB" w:rsidRPr="00A800BB" w:rsidRDefault="008F642C" w:rsidP="00A800BB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potrafi wykorzystać wiedzę </w:t>
            </w:r>
            <w:r w:rsidR="00A45838">
              <w:rPr>
                <w:rFonts w:ascii="Corbel" w:hAnsi="Corbel"/>
                <w:sz w:val="24"/>
                <w:szCs w:val="24"/>
              </w:rPr>
              <w:t>z zakresu filozofii</w:t>
            </w:r>
          </w:p>
        </w:tc>
        <w:tc>
          <w:tcPr>
            <w:tcW w:w="2116" w:type="dxa"/>
          </w:tcPr>
          <w:p w14:paraId="5060CC5C" w14:textId="77777777" w:rsidR="00AB3632" w:rsidRDefault="00C2560F" w:rsidP="00C25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K_U13</w:t>
            </w:r>
            <w:r w:rsidR="00AB3632">
              <w:rPr>
                <w:rStyle w:val="fontstyle01"/>
              </w:rPr>
              <w:t xml:space="preserve">, </w:t>
            </w:r>
          </w:p>
          <w:p w14:paraId="60106D01" w14:textId="49722577" w:rsidR="00A800BB" w:rsidRPr="00D55BFE" w:rsidRDefault="00AB3632" w:rsidP="00D55B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K_U17</w:t>
            </w:r>
          </w:p>
        </w:tc>
      </w:tr>
    </w:tbl>
    <w:p w14:paraId="27470295" w14:textId="77777777" w:rsidR="00A800BB" w:rsidRPr="009C54AE" w:rsidRDefault="00A80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41514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ED7F20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D6DADB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4BF27F12" w14:textId="2CED0F51"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40F88" w:rsidRPr="00060C9F" w14:paraId="30D16895" w14:textId="77777777" w:rsidTr="009D23B2">
        <w:tc>
          <w:tcPr>
            <w:tcW w:w="9639" w:type="dxa"/>
          </w:tcPr>
          <w:p w14:paraId="24822BA7" w14:textId="77777777" w:rsidR="00B40F88" w:rsidRPr="00060C9F" w:rsidRDefault="00B40F88" w:rsidP="009D23B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60C9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40F88" w:rsidRPr="00060C9F" w14:paraId="2E6539B6" w14:textId="77777777" w:rsidTr="009D23B2">
        <w:tc>
          <w:tcPr>
            <w:tcW w:w="9639" w:type="dxa"/>
          </w:tcPr>
          <w:tbl>
            <w:tblPr>
              <w:tblpPr w:leftFromText="141" w:rightFromText="141" w:vertAnchor="page" w:horzAnchor="margin" w:tblpY="37"/>
              <w:tblOverlap w:val="never"/>
              <w:tblW w:w="949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650"/>
              <w:gridCol w:w="1843"/>
            </w:tblGrid>
            <w:tr w:rsidR="00B40F88" w:rsidRPr="00060C9F" w14:paraId="3AAC26CA" w14:textId="77777777" w:rsidTr="009D23B2">
              <w:trPr>
                <w:trHeight w:val="250"/>
              </w:trPr>
              <w:tc>
                <w:tcPr>
                  <w:tcW w:w="7650" w:type="dxa"/>
                </w:tcPr>
                <w:p w14:paraId="31481167" w14:textId="0A6728B7" w:rsidR="00B40F88" w:rsidRPr="00B40F88" w:rsidRDefault="00EB7401" w:rsidP="00B40F88">
                  <w:pPr>
                    <w:widowControl w:val="0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314" w:hanging="283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Charakterystyka przedmiotu</w:t>
                  </w:r>
                </w:p>
              </w:tc>
              <w:tc>
                <w:tcPr>
                  <w:tcW w:w="1843" w:type="dxa"/>
                </w:tcPr>
                <w:p w14:paraId="34D06B2B" w14:textId="77777777" w:rsidR="00B40F88" w:rsidRPr="00060C9F" w:rsidRDefault="00B40F88" w:rsidP="009D23B2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</w:p>
              </w:tc>
            </w:tr>
            <w:tr w:rsidR="00B40F88" w:rsidRPr="00060C9F" w14:paraId="625CE5F8" w14:textId="77777777" w:rsidTr="009D23B2">
              <w:trPr>
                <w:trHeight w:val="250"/>
              </w:trPr>
              <w:tc>
                <w:tcPr>
                  <w:tcW w:w="7650" w:type="dxa"/>
                </w:tcPr>
                <w:p w14:paraId="7958E8DF" w14:textId="05D0CA31" w:rsidR="00B40F88" w:rsidRPr="007A260E" w:rsidRDefault="00F6169F" w:rsidP="00B40F88">
                  <w:pPr>
                    <w:widowControl w:val="0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314" w:hanging="283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lastRenderedPageBreak/>
                    <w:t>Podstawowe obszary myśli filozoficznej (ontologia, epistemologia, etyka)</w:t>
                  </w:r>
                  <w:r w:rsidR="00D43B24">
                    <w:rPr>
                      <w:rFonts w:ascii="Corbel" w:hAnsi="Corbel"/>
                      <w:sz w:val="24"/>
                      <w:szCs w:val="24"/>
                    </w:rPr>
                    <w:t xml:space="preserve"> i podstawowe pojęcia filoz</w:t>
                  </w:r>
                  <w:r w:rsidR="007B25C6">
                    <w:rPr>
                      <w:rFonts w:ascii="Corbel" w:hAnsi="Corbel"/>
                      <w:sz w:val="24"/>
                      <w:szCs w:val="24"/>
                    </w:rPr>
                    <w:t>ofi</w:t>
                  </w:r>
                  <w:r w:rsidR="00D43B24">
                    <w:rPr>
                      <w:rFonts w:ascii="Corbel" w:hAnsi="Corbel"/>
                      <w:sz w:val="24"/>
                      <w:szCs w:val="24"/>
                    </w:rPr>
                    <w:t>czne</w:t>
                  </w:r>
                </w:p>
              </w:tc>
              <w:tc>
                <w:tcPr>
                  <w:tcW w:w="1843" w:type="dxa"/>
                </w:tcPr>
                <w:p w14:paraId="62EABCE1" w14:textId="3D59DB37" w:rsidR="00B40F88" w:rsidRPr="00060C9F" w:rsidRDefault="009F076A" w:rsidP="009D23B2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B40F88" w:rsidRPr="00060C9F" w14:paraId="51784633" w14:textId="77777777" w:rsidTr="009D23B2">
              <w:trPr>
                <w:trHeight w:val="250"/>
              </w:trPr>
              <w:tc>
                <w:tcPr>
                  <w:tcW w:w="7650" w:type="dxa"/>
                </w:tcPr>
                <w:p w14:paraId="20EF39F5" w14:textId="6B793145" w:rsidR="00B40F88" w:rsidRPr="007A260E" w:rsidRDefault="00AC03AE" w:rsidP="00B40F88">
                  <w:pPr>
                    <w:widowControl w:val="0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314" w:hanging="283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 xml:space="preserve">Filozofia </w:t>
                  </w:r>
                  <w:r w:rsidR="00B40F88" w:rsidRPr="00060C9F">
                    <w:rPr>
                      <w:rFonts w:ascii="Corbel" w:hAnsi="Corbel"/>
                      <w:sz w:val="24"/>
                      <w:szCs w:val="24"/>
                    </w:rPr>
                    <w:t xml:space="preserve">starożytnej Grecji </w:t>
                  </w:r>
                </w:p>
              </w:tc>
              <w:tc>
                <w:tcPr>
                  <w:tcW w:w="1843" w:type="dxa"/>
                </w:tcPr>
                <w:p w14:paraId="148F1DD6" w14:textId="78E64A31" w:rsidR="00B40F88" w:rsidRPr="00060C9F" w:rsidRDefault="009F076A" w:rsidP="009D23B2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B40F88" w:rsidRPr="00060C9F" w14:paraId="21E4FD00" w14:textId="77777777" w:rsidTr="009D23B2">
              <w:trPr>
                <w:trHeight w:val="250"/>
              </w:trPr>
              <w:tc>
                <w:tcPr>
                  <w:tcW w:w="7650" w:type="dxa"/>
                </w:tcPr>
                <w:p w14:paraId="0E29F9DB" w14:textId="51189C1C" w:rsidR="00B40F88" w:rsidRPr="007A260E" w:rsidRDefault="00B40F88" w:rsidP="00B40F88">
                  <w:pPr>
                    <w:widowControl w:val="0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314" w:hanging="283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 xml:space="preserve">Główne idee </w:t>
                  </w:r>
                  <w:r w:rsidR="00AC03AE">
                    <w:rPr>
                      <w:rFonts w:ascii="Corbel" w:hAnsi="Corbel"/>
                      <w:sz w:val="24"/>
                      <w:szCs w:val="24"/>
                    </w:rPr>
                    <w:t>filozoficzne</w:t>
                  </w:r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 xml:space="preserve"> starożytnego Rzymu </w:t>
                  </w:r>
                </w:p>
              </w:tc>
              <w:tc>
                <w:tcPr>
                  <w:tcW w:w="1843" w:type="dxa"/>
                </w:tcPr>
                <w:p w14:paraId="7B630C8A" w14:textId="37E5AE20" w:rsidR="00B40F88" w:rsidRPr="00060C9F" w:rsidRDefault="00AF2974" w:rsidP="009D23B2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B40F88" w:rsidRPr="00060C9F" w14:paraId="1FD24515" w14:textId="77777777" w:rsidTr="009D23B2">
              <w:trPr>
                <w:trHeight w:val="250"/>
              </w:trPr>
              <w:tc>
                <w:tcPr>
                  <w:tcW w:w="7650" w:type="dxa"/>
                </w:tcPr>
                <w:p w14:paraId="68CAAE02" w14:textId="347971C5" w:rsidR="00B40F88" w:rsidRPr="00060C9F" w:rsidRDefault="00AC03AE" w:rsidP="00B40F88">
                  <w:pPr>
                    <w:widowControl w:val="0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314" w:hanging="283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Filozofia średn</w:t>
                  </w:r>
                  <w:r w:rsidR="00B40F88" w:rsidRPr="00060C9F">
                    <w:rPr>
                      <w:rFonts w:ascii="Corbel" w:hAnsi="Corbel"/>
                      <w:sz w:val="24"/>
                      <w:szCs w:val="24"/>
                    </w:rPr>
                    <w:t>i</w:t>
                  </w:r>
                  <w:r>
                    <w:rPr>
                      <w:rFonts w:ascii="Corbel" w:hAnsi="Corbel"/>
                      <w:sz w:val="24"/>
                      <w:szCs w:val="24"/>
                    </w:rPr>
                    <w:t>owi</w:t>
                  </w:r>
                  <w:r w:rsidR="00B40F88" w:rsidRPr="00060C9F">
                    <w:rPr>
                      <w:rFonts w:ascii="Corbel" w:hAnsi="Corbel"/>
                      <w:sz w:val="24"/>
                      <w:szCs w:val="24"/>
                    </w:rPr>
                    <w:t>ecza</w:t>
                  </w:r>
                  <w:r w:rsidR="00D43B24">
                    <w:rPr>
                      <w:rFonts w:ascii="Corbel" w:hAnsi="Corbel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843" w:type="dxa"/>
                </w:tcPr>
                <w:p w14:paraId="428267BB" w14:textId="1EB9611D" w:rsidR="00B40F88" w:rsidRPr="00060C9F" w:rsidRDefault="009F076A" w:rsidP="009D23B2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B40F88" w:rsidRPr="00060C9F" w14:paraId="2E3D920F" w14:textId="77777777" w:rsidTr="009D23B2">
              <w:trPr>
                <w:trHeight w:val="250"/>
              </w:trPr>
              <w:tc>
                <w:tcPr>
                  <w:tcW w:w="7650" w:type="dxa"/>
                </w:tcPr>
                <w:p w14:paraId="60B0E96E" w14:textId="4152D3C9" w:rsidR="00B40F88" w:rsidRPr="00060C9F" w:rsidRDefault="004A5CB1" w:rsidP="00B40F88">
                  <w:pPr>
                    <w:widowControl w:val="0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314" w:hanging="283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Filozofia nowożytna</w:t>
                  </w:r>
                </w:p>
              </w:tc>
              <w:tc>
                <w:tcPr>
                  <w:tcW w:w="1843" w:type="dxa"/>
                </w:tcPr>
                <w:p w14:paraId="7DF800A4" w14:textId="5680C39C" w:rsidR="00B40F88" w:rsidRPr="00060C9F" w:rsidRDefault="009F076A" w:rsidP="009D23B2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B40F88" w:rsidRPr="00060C9F" w14:paraId="3AD229D8" w14:textId="77777777" w:rsidTr="009D23B2">
              <w:trPr>
                <w:trHeight w:val="250"/>
              </w:trPr>
              <w:tc>
                <w:tcPr>
                  <w:tcW w:w="7650" w:type="dxa"/>
                </w:tcPr>
                <w:p w14:paraId="0B19144E" w14:textId="01BEEA35" w:rsidR="00B40F88" w:rsidRPr="00060C9F" w:rsidRDefault="004A5CB1" w:rsidP="00B40F88">
                  <w:pPr>
                    <w:widowControl w:val="0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314" w:hanging="283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Główne kierunki filozofii współczesnej</w:t>
                  </w:r>
                </w:p>
              </w:tc>
              <w:tc>
                <w:tcPr>
                  <w:tcW w:w="1843" w:type="dxa"/>
                </w:tcPr>
                <w:p w14:paraId="5C2CB96B" w14:textId="51AD6C79" w:rsidR="00B40F88" w:rsidRPr="00060C9F" w:rsidRDefault="009F076A" w:rsidP="009D23B2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AF2974" w:rsidRPr="00060C9F" w14:paraId="52FAA04A" w14:textId="77777777" w:rsidTr="009D23B2">
              <w:trPr>
                <w:trHeight w:val="250"/>
              </w:trPr>
              <w:tc>
                <w:tcPr>
                  <w:tcW w:w="7650" w:type="dxa"/>
                </w:tcPr>
                <w:p w14:paraId="0FD2A4D2" w14:textId="30E9C26A" w:rsidR="00AF2974" w:rsidRPr="00B51150" w:rsidRDefault="00AF2974" w:rsidP="007B25C6">
                  <w:pPr>
                    <w:widowControl w:val="0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314" w:hanging="283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Filozofia prawa</w:t>
                  </w:r>
                </w:p>
              </w:tc>
              <w:tc>
                <w:tcPr>
                  <w:tcW w:w="1843" w:type="dxa"/>
                </w:tcPr>
                <w:p w14:paraId="1F09B893" w14:textId="69E8BFA6" w:rsidR="00AF2974" w:rsidRDefault="005919E6" w:rsidP="009D23B2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B40F88" w:rsidRPr="00060C9F" w14:paraId="5DE143AA" w14:textId="77777777" w:rsidTr="009D23B2">
              <w:trPr>
                <w:trHeight w:val="264"/>
              </w:trPr>
              <w:tc>
                <w:tcPr>
                  <w:tcW w:w="7650" w:type="dxa"/>
                </w:tcPr>
                <w:p w14:paraId="784EC0B9" w14:textId="77777777" w:rsidR="00B40F88" w:rsidRPr="00060C9F" w:rsidRDefault="00B40F88" w:rsidP="009D23B2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 xml:space="preserve">                                                                Suma godzin</w:t>
                  </w:r>
                </w:p>
              </w:tc>
              <w:tc>
                <w:tcPr>
                  <w:tcW w:w="1843" w:type="dxa"/>
                </w:tcPr>
                <w:p w14:paraId="004478F7" w14:textId="701A05AB" w:rsidR="00B40F88" w:rsidRPr="00060C9F" w:rsidRDefault="009F076A" w:rsidP="009D23B2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15</w:t>
                  </w:r>
                </w:p>
              </w:tc>
            </w:tr>
          </w:tbl>
          <w:p w14:paraId="25EDC9D8" w14:textId="77777777" w:rsidR="00B40F88" w:rsidRPr="00060C9F" w:rsidRDefault="00B40F88" w:rsidP="009D23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7C358A5" w14:textId="77777777" w:rsidR="0085747A" w:rsidRDefault="0085747A" w:rsidP="0028565E">
      <w:pPr>
        <w:spacing w:line="240" w:lineRule="auto"/>
        <w:rPr>
          <w:rFonts w:ascii="Corbel" w:hAnsi="Corbel"/>
          <w:sz w:val="24"/>
          <w:szCs w:val="24"/>
        </w:rPr>
      </w:pPr>
    </w:p>
    <w:p w14:paraId="688DDAFC" w14:textId="509BBD32" w:rsidR="000D022B" w:rsidRDefault="000D022B" w:rsidP="006215E1">
      <w:pPr>
        <w:pStyle w:val="Akapitzlist"/>
        <w:numPr>
          <w:ilvl w:val="0"/>
          <w:numId w:val="1"/>
        </w:numPr>
        <w:spacing w:line="240" w:lineRule="auto"/>
        <w:rPr>
          <w:rFonts w:ascii="Corbel" w:hAnsi="Corbel"/>
          <w:sz w:val="24"/>
          <w:szCs w:val="24"/>
        </w:rPr>
      </w:pPr>
      <w:r w:rsidRPr="006215E1">
        <w:rPr>
          <w:rFonts w:ascii="Corbel" w:hAnsi="Corbel"/>
          <w:sz w:val="24"/>
          <w:szCs w:val="24"/>
        </w:rPr>
        <w:t>Problematyka ćwiczeń audytoryjnych, konwersatoryjnych, laboratoryjnych, zajęć praktycznych</w:t>
      </w:r>
    </w:p>
    <w:p w14:paraId="1DAAFE72" w14:textId="77777777" w:rsidR="006215E1" w:rsidRPr="006215E1" w:rsidRDefault="006215E1" w:rsidP="006215E1">
      <w:pPr>
        <w:pStyle w:val="Akapitzlist"/>
        <w:spacing w:line="240" w:lineRule="auto"/>
        <w:ind w:left="1080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215E1" w:rsidRPr="00060C9F" w14:paraId="2153D74F" w14:textId="77777777" w:rsidTr="006F7BCD">
        <w:tc>
          <w:tcPr>
            <w:tcW w:w="9639" w:type="dxa"/>
          </w:tcPr>
          <w:p w14:paraId="71172E30" w14:textId="77777777" w:rsidR="006215E1" w:rsidRPr="00060C9F" w:rsidRDefault="006215E1" w:rsidP="006F7BC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60C9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215E1" w:rsidRPr="00060C9F" w14:paraId="02E5CD8B" w14:textId="77777777" w:rsidTr="006F7BCD">
        <w:tc>
          <w:tcPr>
            <w:tcW w:w="9639" w:type="dxa"/>
          </w:tcPr>
          <w:tbl>
            <w:tblPr>
              <w:tblpPr w:leftFromText="141" w:rightFromText="141" w:vertAnchor="page" w:horzAnchor="margin" w:tblpY="37"/>
              <w:tblOverlap w:val="never"/>
              <w:tblW w:w="949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650"/>
              <w:gridCol w:w="1843"/>
            </w:tblGrid>
            <w:tr w:rsidR="006215E1" w:rsidRPr="00060C9F" w14:paraId="07DC95EB" w14:textId="77777777" w:rsidTr="006F7BCD">
              <w:trPr>
                <w:trHeight w:val="250"/>
              </w:trPr>
              <w:tc>
                <w:tcPr>
                  <w:tcW w:w="7650" w:type="dxa"/>
                </w:tcPr>
                <w:p w14:paraId="200948C7" w14:textId="3D81F796" w:rsidR="006215E1" w:rsidRPr="007A260E" w:rsidRDefault="006215E1" w:rsidP="006215E1">
                  <w:pPr>
                    <w:widowControl w:val="0"/>
                    <w:numPr>
                      <w:ilvl w:val="0"/>
                      <w:numId w:val="10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314" w:hanging="283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 xml:space="preserve">Filozofia </w:t>
                  </w:r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>starożytnej Grecji</w:t>
                  </w:r>
                </w:p>
              </w:tc>
              <w:tc>
                <w:tcPr>
                  <w:tcW w:w="1843" w:type="dxa"/>
                </w:tcPr>
                <w:p w14:paraId="1F39CF90" w14:textId="322D27A1" w:rsidR="006215E1" w:rsidRPr="00060C9F" w:rsidRDefault="005919E6" w:rsidP="006F7BCD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6215E1" w:rsidRPr="00060C9F" w14:paraId="13D0DAF3" w14:textId="77777777" w:rsidTr="006F7BCD">
              <w:trPr>
                <w:trHeight w:val="250"/>
              </w:trPr>
              <w:tc>
                <w:tcPr>
                  <w:tcW w:w="7650" w:type="dxa"/>
                </w:tcPr>
                <w:p w14:paraId="346FFA3D" w14:textId="77777777" w:rsidR="006215E1" w:rsidRPr="007A260E" w:rsidRDefault="006215E1" w:rsidP="006215E1">
                  <w:pPr>
                    <w:widowControl w:val="0"/>
                    <w:numPr>
                      <w:ilvl w:val="0"/>
                      <w:numId w:val="10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314" w:hanging="283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 xml:space="preserve">Główne idee </w:t>
                  </w:r>
                  <w:r>
                    <w:rPr>
                      <w:rFonts w:ascii="Corbel" w:hAnsi="Corbel"/>
                      <w:sz w:val="24"/>
                      <w:szCs w:val="24"/>
                    </w:rPr>
                    <w:t>filozoficzne</w:t>
                  </w:r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 xml:space="preserve"> starożytnego Rzymu </w:t>
                  </w:r>
                </w:p>
              </w:tc>
              <w:tc>
                <w:tcPr>
                  <w:tcW w:w="1843" w:type="dxa"/>
                </w:tcPr>
                <w:p w14:paraId="46DFD3E5" w14:textId="46AC92AA" w:rsidR="006215E1" w:rsidRPr="00060C9F" w:rsidRDefault="005919E6" w:rsidP="006F7BCD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</w:p>
              </w:tc>
            </w:tr>
            <w:tr w:rsidR="006215E1" w:rsidRPr="00060C9F" w14:paraId="6268DDE2" w14:textId="77777777" w:rsidTr="006F7BCD">
              <w:trPr>
                <w:trHeight w:val="250"/>
              </w:trPr>
              <w:tc>
                <w:tcPr>
                  <w:tcW w:w="7650" w:type="dxa"/>
                </w:tcPr>
                <w:p w14:paraId="4E6C5F30" w14:textId="77777777" w:rsidR="006215E1" w:rsidRPr="00060C9F" w:rsidRDefault="006215E1" w:rsidP="006215E1">
                  <w:pPr>
                    <w:widowControl w:val="0"/>
                    <w:numPr>
                      <w:ilvl w:val="0"/>
                      <w:numId w:val="10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314" w:hanging="283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Filozofia średn</w:t>
                  </w:r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>i</w:t>
                  </w:r>
                  <w:r>
                    <w:rPr>
                      <w:rFonts w:ascii="Corbel" w:hAnsi="Corbel"/>
                      <w:sz w:val="24"/>
                      <w:szCs w:val="24"/>
                    </w:rPr>
                    <w:t>owi</w:t>
                  </w:r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>ecza</w:t>
                  </w:r>
                  <w:r>
                    <w:rPr>
                      <w:rFonts w:ascii="Corbel" w:hAnsi="Corbel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843" w:type="dxa"/>
                </w:tcPr>
                <w:p w14:paraId="2E8C9625" w14:textId="7C87DE4B" w:rsidR="006215E1" w:rsidRPr="00060C9F" w:rsidRDefault="005919E6" w:rsidP="006F7BCD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6215E1" w:rsidRPr="00060C9F" w14:paraId="7AAB5D7B" w14:textId="77777777" w:rsidTr="006F7BCD">
              <w:trPr>
                <w:trHeight w:val="250"/>
              </w:trPr>
              <w:tc>
                <w:tcPr>
                  <w:tcW w:w="7650" w:type="dxa"/>
                </w:tcPr>
                <w:p w14:paraId="6C151C23" w14:textId="77777777" w:rsidR="006215E1" w:rsidRPr="00060C9F" w:rsidRDefault="006215E1" w:rsidP="006215E1">
                  <w:pPr>
                    <w:widowControl w:val="0"/>
                    <w:numPr>
                      <w:ilvl w:val="0"/>
                      <w:numId w:val="10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314" w:hanging="283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Filozofia nowożytna</w:t>
                  </w:r>
                </w:p>
              </w:tc>
              <w:tc>
                <w:tcPr>
                  <w:tcW w:w="1843" w:type="dxa"/>
                </w:tcPr>
                <w:p w14:paraId="00E56048" w14:textId="41ECB75A" w:rsidR="006215E1" w:rsidRPr="00060C9F" w:rsidRDefault="005919E6" w:rsidP="006F7BCD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6215E1" w:rsidRPr="00060C9F" w14:paraId="5C54AB71" w14:textId="77777777" w:rsidTr="006F7BCD">
              <w:trPr>
                <w:trHeight w:val="250"/>
              </w:trPr>
              <w:tc>
                <w:tcPr>
                  <w:tcW w:w="7650" w:type="dxa"/>
                </w:tcPr>
                <w:p w14:paraId="1B2E21C9" w14:textId="77777777" w:rsidR="006215E1" w:rsidRPr="00060C9F" w:rsidRDefault="006215E1" w:rsidP="006215E1">
                  <w:pPr>
                    <w:widowControl w:val="0"/>
                    <w:numPr>
                      <w:ilvl w:val="0"/>
                      <w:numId w:val="10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314" w:hanging="283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Główne kierunki filozofii współczesnej</w:t>
                  </w:r>
                </w:p>
              </w:tc>
              <w:tc>
                <w:tcPr>
                  <w:tcW w:w="1843" w:type="dxa"/>
                </w:tcPr>
                <w:p w14:paraId="53D2E2D3" w14:textId="6B02EB39" w:rsidR="006215E1" w:rsidRPr="00060C9F" w:rsidRDefault="005919E6" w:rsidP="006F7BCD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6215E1" w:rsidRPr="00060C9F" w14:paraId="2664DB96" w14:textId="77777777" w:rsidTr="006F7BCD">
              <w:trPr>
                <w:trHeight w:val="250"/>
              </w:trPr>
              <w:tc>
                <w:tcPr>
                  <w:tcW w:w="7650" w:type="dxa"/>
                </w:tcPr>
                <w:p w14:paraId="3741F261" w14:textId="77777777" w:rsidR="006215E1" w:rsidRPr="007B25C6" w:rsidRDefault="006215E1" w:rsidP="006215E1">
                  <w:pPr>
                    <w:widowControl w:val="0"/>
                    <w:numPr>
                      <w:ilvl w:val="0"/>
                      <w:numId w:val="10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314" w:hanging="283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B51150">
                    <w:rPr>
                      <w:rFonts w:ascii="Corbel" w:hAnsi="Corbel"/>
                      <w:sz w:val="24"/>
                      <w:szCs w:val="24"/>
                    </w:rPr>
                    <w:t>Filozofia polityki, gospodarki i kultury</w:t>
                  </w:r>
                </w:p>
              </w:tc>
              <w:tc>
                <w:tcPr>
                  <w:tcW w:w="1843" w:type="dxa"/>
                </w:tcPr>
                <w:p w14:paraId="77FC5564" w14:textId="77777777" w:rsidR="006215E1" w:rsidRPr="00060C9F" w:rsidRDefault="006215E1" w:rsidP="006F7BCD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3</w:t>
                  </w:r>
                </w:p>
              </w:tc>
            </w:tr>
            <w:tr w:rsidR="006215E1" w:rsidRPr="00060C9F" w14:paraId="72D613DF" w14:textId="77777777" w:rsidTr="006F7BCD">
              <w:trPr>
                <w:trHeight w:val="250"/>
              </w:trPr>
              <w:tc>
                <w:tcPr>
                  <w:tcW w:w="7650" w:type="dxa"/>
                </w:tcPr>
                <w:p w14:paraId="0648BF85" w14:textId="77777777" w:rsidR="006215E1" w:rsidRPr="00B51150" w:rsidRDefault="006215E1" w:rsidP="006215E1">
                  <w:pPr>
                    <w:widowControl w:val="0"/>
                    <w:numPr>
                      <w:ilvl w:val="0"/>
                      <w:numId w:val="10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314" w:hanging="283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Filozofia prawa</w:t>
                  </w:r>
                </w:p>
              </w:tc>
              <w:tc>
                <w:tcPr>
                  <w:tcW w:w="1843" w:type="dxa"/>
                </w:tcPr>
                <w:p w14:paraId="2FE8035F" w14:textId="55FBB3C7" w:rsidR="006215E1" w:rsidRDefault="0046179A" w:rsidP="006F7BCD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3</w:t>
                  </w:r>
                </w:p>
              </w:tc>
            </w:tr>
            <w:tr w:rsidR="006215E1" w:rsidRPr="00060C9F" w14:paraId="1FA3A929" w14:textId="77777777" w:rsidTr="006F7BCD">
              <w:trPr>
                <w:trHeight w:val="264"/>
              </w:trPr>
              <w:tc>
                <w:tcPr>
                  <w:tcW w:w="7650" w:type="dxa"/>
                </w:tcPr>
                <w:p w14:paraId="19C55357" w14:textId="77777777" w:rsidR="006215E1" w:rsidRPr="00060C9F" w:rsidRDefault="006215E1" w:rsidP="006F7BCD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 xml:space="preserve">                                                                Suma godzin</w:t>
                  </w:r>
                </w:p>
              </w:tc>
              <w:tc>
                <w:tcPr>
                  <w:tcW w:w="1843" w:type="dxa"/>
                </w:tcPr>
                <w:p w14:paraId="421AF7DD" w14:textId="3D11938E" w:rsidR="006215E1" w:rsidRPr="00060C9F" w:rsidRDefault="0046179A" w:rsidP="006F7BCD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15</w:t>
                  </w:r>
                </w:p>
              </w:tc>
            </w:tr>
          </w:tbl>
          <w:p w14:paraId="649D557F" w14:textId="77777777" w:rsidR="006215E1" w:rsidRPr="00060C9F" w:rsidRDefault="006215E1" w:rsidP="006F7B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12CD95E" w14:textId="77777777" w:rsidR="006215E1" w:rsidRPr="006215E1" w:rsidRDefault="006215E1" w:rsidP="006215E1">
      <w:pPr>
        <w:spacing w:line="240" w:lineRule="auto"/>
        <w:ind w:left="720"/>
        <w:rPr>
          <w:rFonts w:ascii="Corbel" w:hAnsi="Corbel"/>
          <w:sz w:val="24"/>
          <w:szCs w:val="24"/>
        </w:rPr>
      </w:pPr>
    </w:p>
    <w:p w14:paraId="52BF713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56611E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7C9D87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BCA108" w14:textId="39C24713" w:rsidR="004665B6" w:rsidRDefault="004665B6" w:rsidP="004665B6">
      <w:pPr>
        <w:spacing w:after="0" w:line="240" w:lineRule="auto"/>
        <w:ind w:left="426"/>
        <w:jc w:val="both"/>
        <w:rPr>
          <w:rFonts w:ascii="Corbel" w:eastAsia="Cambria" w:hAnsi="Corbel"/>
          <w:sz w:val="24"/>
          <w:szCs w:val="24"/>
        </w:rPr>
      </w:pPr>
      <w:r w:rsidRPr="00060C9F">
        <w:rPr>
          <w:rFonts w:ascii="Corbel" w:eastAsia="Cambria" w:hAnsi="Corbel"/>
          <w:sz w:val="24"/>
          <w:szCs w:val="24"/>
        </w:rPr>
        <w:t xml:space="preserve">Wykład: wykład </w:t>
      </w:r>
      <w:r>
        <w:rPr>
          <w:rFonts w:ascii="Corbel" w:eastAsia="Cambria" w:hAnsi="Corbel"/>
          <w:sz w:val="24"/>
          <w:szCs w:val="24"/>
        </w:rPr>
        <w:t>problemowy</w:t>
      </w:r>
    </w:p>
    <w:p w14:paraId="1E7DA923" w14:textId="45F5B857" w:rsidR="0046179A" w:rsidRPr="00060C9F" w:rsidRDefault="00531904" w:rsidP="004665B6">
      <w:pPr>
        <w:spacing w:after="0" w:line="240" w:lineRule="auto"/>
        <w:ind w:left="426"/>
        <w:jc w:val="both"/>
        <w:rPr>
          <w:rFonts w:ascii="Corbel" w:eastAsia="Cambria" w:hAnsi="Corbel"/>
          <w:sz w:val="24"/>
          <w:szCs w:val="24"/>
        </w:rPr>
      </w:pPr>
      <w:r w:rsidRPr="00531904">
        <w:rPr>
          <w:rFonts w:ascii="Corbel" w:eastAsia="Cambria" w:hAnsi="Corbel"/>
          <w:sz w:val="24"/>
          <w:szCs w:val="24"/>
        </w:rPr>
        <w:t>Ćwiczenia: prezentacja normatywnych treści doktryn, dyskusja, analiza i interpretacja tekstów źródłowych</w:t>
      </w:r>
    </w:p>
    <w:p w14:paraId="66B472E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3AA178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F54CA8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2EA003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6165AA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29F8B8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8A92E7" w14:textId="17C1B358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719"/>
        <w:gridCol w:w="1839"/>
      </w:tblGrid>
      <w:tr w:rsidR="004665B6" w:rsidRPr="00060C9F" w14:paraId="5BAC1B47" w14:textId="77777777" w:rsidTr="00644471">
        <w:tc>
          <w:tcPr>
            <w:tcW w:w="1962" w:type="dxa"/>
            <w:vAlign w:val="center"/>
          </w:tcPr>
          <w:p w14:paraId="03CC828D" w14:textId="77777777" w:rsidR="004665B6" w:rsidRPr="00060C9F" w:rsidRDefault="004665B6" w:rsidP="009D23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0C9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719" w:type="dxa"/>
            <w:vAlign w:val="center"/>
          </w:tcPr>
          <w:p w14:paraId="57B90DCC" w14:textId="77777777" w:rsidR="004665B6" w:rsidRPr="00060C9F" w:rsidRDefault="004665B6" w:rsidP="009D23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0C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1533C40" w14:textId="77777777" w:rsidR="004665B6" w:rsidRPr="00060C9F" w:rsidRDefault="004665B6" w:rsidP="009D23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0C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839" w:type="dxa"/>
            <w:vAlign w:val="center"/>
          </w:tcPr>
          <w:p w14:paraId="213B47BB" w14:textId="77777777" w:rsidR="004665B6" w:rsidRPr="00060C9F" w:rsidRDefault="004665B6" w:rsidP="009D23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0C9F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7A3B9ABC" w14:textId="77777777" w:rsidR="004665B6" w:rsidRPr="00060C9F" w:rsidRDefault="004665B6" w:rsidP="009D23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0C9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60C9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060C9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665B6" w:rsidRPr="00060C9F" w14:paraId="2B204813" w14:textId="77777777" w:rsidTr="00644471">
        <w:tc>
          <w:tcPr>
            <w:tcW w:w="1962" w:type="dxa"/>
          </w:tcPr>
          <w:p w14:paraId="749F4BBB" w14:textId="77777777" w:rsidR="004665B6" w:rsidRPr="00060C9F" w:rsidRDefault="004665B6" w:rsidP="009D23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060C9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60C9F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719" w:type="dxa"/>
          </w:tcPr>
          <w:p w14:paraId="1E293614" w14:textId="77460C50" w:rsidR="004665B6" w:rsidRPr="00060C9F" w:rsidRDefault="0019436C" w:rsidP="009D23B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 w:rsidRPr="00060C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  <w:r w:rsidRPr="00060C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1839" w:type="dxa"/>
          </w:tcPr>
          <w:p w14:paraId="2E0C5B88" w14:textId="3D959EAC" w:rsidR="004665B6" w:rsidRPr="00060C9F" w:rsidRDefault="0019436C" w:rsidP="009D23B2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4665B6" w:rsidRPr="00060C9F" w14:paraId="62B7DF6E" w14:textId="77777777" w:rsidTr="00644471">
        <w:tc>
          <w:tcPr>
            <w:tcW w:w="1962" w:type="dxa"/>
          </w:tcPr>
          <w:p w14:paraId="1079C850" w14:textId="77777777" w:rsidR="004665B6" w:rsidRPr="00060C9F" w:rsidRDefault="004665B6" w:rsidP="009D23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60C9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719" w:type="dxa"/>
          </w:tcPr>
          <w:p w14:paraId="2B065C83" w14:textId="5E76028A" w:rsidR="004665B6" w:rsidRPr="00060C9F" w:rsidRDefault="0019436C" w:rsidP="009D23B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 w:rsidRPr="00060C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  <w:r w:rsidRPr="00060C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1839" w:type="dxa"/>
          </w:tcPr>
          <w:p w14:paraId="2E17D0F4" w14:textId="4FD112DA" w:rsidR="004665B6" w:rsidRPr="00060C9F" w:rsidRDefault="0019436C" w:rsidP="009D23B2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4665B6" w:rsidRPr="00060C9F" w14:paraId="7A5F95FB" w14:textId="77777777" w:rsidTr="00644471">
        <w:tc>
          <w:tcPr>
            <w:tcW w:w="1962" w:type="dxa"/>
          </w:tcPr>
          <w:p w14:paraId="4303610B" w14:textId="77777777" w:rsidR="004665B6" w:rsidRPr="00060C9F" w:rsidRDefault="004665B6" w:rsidP="009D23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060C9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60C9F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719" w:type="dxa"/>
          </w:tcPr>
          <w:p w14:paraId="73AEB3EA" w14:textId="21500CD7" w:rsidR="004665B6" w:rsidRPr="00060C9F" w:rsidRDefault="00204BAE" w:rsidP="009D23B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="0019436C" w:rsidRPr="00060C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Kolokwium, </w:t>
            </w:r>
            <w:r w:rsidR="001943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  <w:r w:rsidR="0019436C" w:rsidRPr="00060C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1839" w:type="dxa"/>
          </w:tcPr>
          <w:p w14:paraId="10391ECF" w14:textId="2C03FDFD" w:rsidR="004665B6" w:rsidRPr="00060C9F" w:rsidRDefault="0019436C" w:rsidP="009D23B2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4665B6" w:rsidRPr="00060C9F" w14:paraId="4107B1EA" w14:textId="77777777" w:rsidTr="00644471">
        <w:tc>
          <w:tcPr>
            <w:tcW w:w="1962" w:type="dxa"/>
          </w:tcPr>
          <w:p w14:paraId="4009B386" w14:textId="77777777" w:rsidR="004665B6" w:rsidRPr="00060C9F" w:rsidRDefault="004665B6" w:rsidP="009D23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60C9F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719" w:type="dxa"/>
          </w:tcPr>
          <w:p w14:paraId="4F38E08A" w14:textId="4A04FD6C" w:rsidR="004665B6" w:rsidRPr="00060C9F" w:rsidRDefault="0019436C" w:rsidP="009D23B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 w:rsidRPr="00060C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  <w:r w:rsidRPr="00060C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1839" w:type="dxa"/>
          </w:tcPr>
          <w:p w14:paraId="540AE533" w14:textId="439EF361" w:rsidR="004665B6" w:rsidRPr="00060C9F" w:rsidRDefault="0019436C" w:rsidP="009D23B2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4665B6" w:rsidRPr="00060C9F" w14:paraId="1B45E6FD" w14:textId="77777777" w:rsidTr="00644471">
        <w:tc>
          <w:tcPr>
            <w:tcW w:w="1962" w:type="dxa"/>
          </w:tcPr>
          <w:p w14:paraId="5F41366C" w14:textId="77777777" w:rsidR="004665B6" w:rsidRPr="00060C9F" w:rsidRDefault="004665B6" w:rsidP="009D23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060C9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60C9F"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719" w:type="dxa"/>
          </w:tcPr>
          <w:p w14:paraId="63D1B3F6" w14:textId="21170602" w:rsidR="004665B6" w:rsidRPr="00060C9F" w:rsidRDefault="0019436C" w:rsidP="009D23B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 w:rsidRPr="00060C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  <w:r w:rsidRPr="00060C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1839" w:type="dxa"/>
          </w:tcPr>
          <w:p w14:paraId="7EF1BF54" w14:textId="328000F3" w:rsidR="004665B6" w:rsidRPr="00060C9F" w:rsidRDefault="0019436C" w:rsidP="009D23B2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4665B6" w:rsidRPr="00060C9F" w14:paraId="692833DE" w14:textId="77777777" w:rsidTr="00644471">
        <w:tc>
          <w:tcPr>
            <w:tcW w:w="1962" w:type="dxa"/>
          </w:tcPr>
          <w:p w14:paraId="63BB39EC" w14:textId="77777777" w:rsidR="004665B6" w:rsidRPr="00060C9F" w:rsidRDefault="004665B6" w:rsidP="009D23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60C9F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719" w:type="dxa"/>
          </w:tcPr>
          <w:p w14:paraId="20A9ED8D" w14:textId="09D9B030" w:rsidR="004665B6" w:rsidRPr="00060C9F" w:rsidRDefault="0019436C" w:rsidP="009D23B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 w:rsidRPr="00060C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1839" w:type="dxa"/>
          </w:tcPr>
          <w:p w14:paraId="320AF365" w14:textId="521856B9" w:rsidR="004665B6" w:rsidRPr="00060C9F" w:rsidRDefault="0019436C" w:rsidP="009D23B2">
            <w:pPr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4665B6" w:rsidRPr="00060C9F" w14:paraId="390F549C" w14:textId="77777777" w:rsidTr="00644471">
        <w:tc>
          <w:tcPr>
            <w:tcW w:w="1962" w:type="dxa"/>
          </w:tcPr>
          <w:p w14:paraId="465AC51B" w14:textId="77777777" w:rsidR="004665B6" w:rsidRPr="00060C9F" w:rsidRDefault="004665B6" w:rsidP="009D23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060C9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60C9F">
              <w:rPr>
                <w:rFonts w:ascii="Corbel" w:hAnsi="Corbel"/>
                <w:b w:val="0"/>
                <w:szCs w:val="24"/>
              </w:rPr>
              <w:t>_ 07</w:t>
            </w:r>
          </w:p>
        </w:tc>
        <w:tc>
          <w:tcPr>
            <w:tcW w:w="5719" w:type="dxa"/>
          </w:tcPr>
          <w:p w14:paraId="23488782" w14:textId="16F36A44" w:rsidR="004665B6" w:rsidRPr="00060C9F" w:rsidRDefault="0019436C" w:rsidP="009D23B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 w:rsidRPr="00060C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1839" w:type="dxa"/>
          </w:tcPr>
          <w:p w14:paraId="308352E1" w14:textId="3E176738" w:rsidR="004665B6" w:rsidRPr="00060C9F" w:rsidRDefault="0019436C" w:rsidP="009D23B2">
            <w:pPr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4665B6" w:rsidRPr="00060C9F" w14:paraId="17C86136" w14:textId="77777777" w:rsidTr="00644471">
        <w:tc>
          <w:tcPr>
            <w:tcW w:w="1962" w:type="dxa"/>
          </w:tcPr>
          <w:p w14:paraId="1C2DBA78" w14:textId="77777777" w:rsidR="004665B6" w:rsidRPr="00060C9F" w:rsidRDefault="004665B6" w:rsidP="009D23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60C9F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719" w:type="dxa"/>
          </w:tcPr>
          <w:p w14:paraId="2157403F" w14:textId="358C6A2B" w:rsidR="004665B6" w:rsidRPr="00060C9F" w:rsidRDefault="0019436C" w:rsidP="009D23B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 w:rsidRPr="00060C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pisemne, </w:t>
            </w:r>
            <w:r w:rsidRPr="00060C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1839" w:type="dxa"/>
          </w:tcPr>
          <w:p w14:paraId="2B4882A3" w14:textId="0726ED66" w:rsidR="004665B6" w:rsidRPr="00060C9F" w:rsidRDefault="0019436C" w:rsidP="009D23B2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14:paraId="7D0A00C5" w14:textId="77777777" w:rsidR="004665B6" w:rsidRPr="009C54AE" w:rsidRDefault="004665B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32781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C35F1D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CBCD6AE" w14:textId="77777777" w:rsidTr="00923D7D">
        <w:tc>
          <w:tcPr>
            <w:tcW w:w="9670" w:type="dxa"/>
          </w:tcPr>
          <w:p w14:paraId="7156F399" w14:textId="6FD014DD" w:rsidR="004665B6" w:rsidRDefault="00204BAE" w:rsidP="004665B6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Zaliczenie</w:t>
            </w:r>
            <w:r w:rsidR="004665B6" w:rsidRPr="00060C9F">
              <w:rPr>
                <w:rFonts w:ascii="Corbel" w:eastAsia="Cambria" w:hAnsi="Corbel"/>
                <w:sz w:val="24"/>
                <w:szCs w:val="24"/>
              </w:rPr>
              <w:t>:</w:t>
            </w:r>
          </w:p>
          <w:p w14:paraId="2FCC32FD" w14:textId="77777777" w:rsidR="004665B6" w:rsidRPr="00060C9F" w:rsidRDefault="004665B6" w:rsidP="004665B6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</w:p>
          <w:p w14:paraId="47CCD7DF" w14:textId="51AA4166" w:rsidR="004665B6" w:rsidRPr="00060C9F" w:rsidRDefault="004665B6" w:rsidP="004665B6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60C9F">
              <w:rPr>
                <w:rFonts w:ascii="Corbel" w:eastAsia="Cambria" w:hAnsi="Corbel"/>
                <w:sz w:val="24"/>
                <w:szCs w:val="24"/>
              </w:rPr>
              <w:t>Pisemn</w:t>
            </w:r>
            <w:r w:rsidR="00204BAE">
              <w:rPr>
                <w:rFonts w:ascii="Corbel" w:eastAsia="Cambria" w:hAnsi="Corbel"/>
                <w:sz w:val="24"/>
                <w:szCs w:val="24"/>
              </w:rPr>
              <w:t>e</w:t>
            </w:r>
            <w:r w:rsidRPr="00060C9F">
              <w:rPr>
                <w:rFonts w:ascii="Corbel" w:eastAsia="Cambria" w:hAnsi="Corbel"/>
                <w:sz w:val="24"/>
                <w:szCs w:val="24"/>
              </w:rPr>
              <w:t xml:space="preserve">, z wykorzystaniem </w:t>
            </w:r>
            <w:r w:rsidR="002D42E5">
              <w:rPr>
                <w:rFonts w:ascii="Corbel" w:eastAsia="Cambria" w:hAnsi="Corbel"/>
                <w:sz w:val="24"/>
                <w:szCs w:val="24"/>
              </w:rPr>
              <w:t>pytań otwartych.</w:t>
            </w:r>
          </w:p>
          <w:p w14:paraId="18825630" w14:textId="1CBD4D5C" w:rsidR="004665B6" w:rsidRPr="00060C9F" w:rsidRDefault="004665B6" w:rsidP="004665B6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60C9F">
              <w:rPr>
                <w:rFonts w:ascii="Corbel" w:eastAsia="Cambria" w:hAnsi="Corbel"/>
                <w:sz w:val="24"/>
                <w:szCs w:val="24"/>
              </w:rPr>
              <w:t>Pytania obejmują wiedzę dotyczącą poglądów reprezentowanych przez szkoły doktrynalne</w:t>
            </w:r>
            <w:r w:rsidR="002D42E5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Pr="00060C9F">
              <w:rPr>
                <w:rFonts w:ascii="Corbel" w:eastAsia="Cambria" w:hAnsi="Corbel"/>
                <w:sz w:val="24"/>
                <w:szCs w:val="24"/>
              </w:rPr>
              <w:t xml:space="preserve"> poszczególnych myślicieli </w:t>
            </w:r>
            <w:r w:rsidR="002D42E5">
              <w:rPr>
                <w:rFonts w:ascii="Corbel" w:eastAsia="Cambria" w:hAnsi="Corbel"/>
                <w:sz w:val="24"/>
                <w:szCs w:val="24"/>
              </w:rPr>
              <w:t>lub podst</w:t>
            </w:r>
            <w:r w:rsidR="00F31DDA">
              <w:rPr>
                <w:rFonts w:ascii="Corbel" w:eastAsia="Cambria" w:hAnsi="Corbel"/>
                <w:sz w:val="24"/>
                <w:szCs w:val="24"/>
              </w:rPr>
              <w:t>awowych problemów filozoficznych.</w:t>
            </w:r>
          </w:p>
          <w:p w14:paraId="09206525" w14:textId="173E9D88" w:rsidR="004665B6" w:rsidRPr="00060C9F" w:rsidRDefault="004665B6" w:rsidP="004665B6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60C9F">
              <w:rPr>
                <w:rFonts w:ascii="Corbel" w:eastAsia="Cambria" w:hAnsi="Corbel"/>
                <w:sz w:val="24"/>
                <w:szCs w:val="24"/>
              </w:rPr>
              <w:t>Pytani</w:t>
            </w:r>
            <w:r w:rsidR="00F31DDA">
              <w:rPr>
                <w:rFonts w:ascii="Corbel" w:eastAsia="Cambria" w:hAnsi="Corbel"/>
                <w:sz w:val="24"/>
                <w:szCs w:val="24"/>
              </w:rPr>
              <w:t xml:space="preserve">a </w:t>
            </w:r>
            <w:r w:rsidRPr="00060C9F">
              <w:rPr>
                <w:rFonts w:ascii="Corbel" w:eastAsia="Cambria" w:hAnsi="Corbel"/>
                <w:sz w:val="24"/>
                <w:szCs w:val="24"/>
              </w:rPr>
              <w:t xml:space="preserve">oceniane są w skali od 1 do </w:t>
            </w:r>
            <w:r w:rsidR="00814CD9">
              <w:rPr>
                <w:rFonts w:ascii="Corbel" w:eastAsia="Cambria" w:hAnsi="Corbel"/>
                <w:sz w:val="24"/>
                <w:szCs w:val="24"/>
              </w:rPr>
              <w:t>3</w:t>
            </w:r>
            <w:r w:rsidRPr="00060C9F">
              <w:rPr>
                <w:rFonts w:ascii="Corbel" w:eastAsia="Cambria" w:hAnsi="Corbel"/>
                <w:sz w:val="24"/>
                <w:szCs w:val="24"/>
              </w:rPr>
              <w:t xml:space="preserve"> punktów (w zależności od poziomu trudności pytania). Liczba pytań wynosi </w:t>
            </w:r>
            <w:r w:rsidR="00814CD9">
              <w:rPr>
                <w:rFonts w:ascii="Corbel" w:eastAsia="Cambria" w:hAnsi="Corbel"/>
                <w:sz w:val="24"/>
                <w:szCs w:val="24"/>
              </w:rPr>
              <w:t>od 3 do 5</w:t>
            </w:r>
            <w:r w:rsidRPr="00060C9F">
              <w:rPr>
                <w:rFonts w:ascii="Corbel" w:eastAsia="Cambria" w:hAnsi="Corbel"/>
                <w:sz w:val="24"/>
                <w:szCs w:val="24"/>
              </w:rPr>
              <w:t xml:space="preserve">. Stosuje się podział na grupy. Czas trwania zależny jest od liczby pytań. </w:t>
            </w:r>
          </w:p>
          <w:p w14:paraId="3AD500B4" w14:textId="77777777" w:rsidR="004665B6" w:rsidRPr="00060C9F" w:rsidRDefault="004665B6" w:rsidP="004665B6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60C9F">
              <w:rPr>
                <w:rFonts w:ascii="Corbel" w:eastAsia="Cambria" w:hAnsi="Corbel"/>
                <w:sz w:val="24"/>
                <w:szCs w:val="24"/>
              </w:rPr>
              <w:t>Minimalny próg zaliczenia wynosi 50 % maksymalnej liczby punktów.</w:t>
            </w:r>
          </w:p>
          <w:p w14:paraId="1888BF14" w14:textId="7BA8BAF9" w:rsidR="004665B6" w:rsidRPr="00060C9F" w:rsidRDefault="004665B6" w:rsidP="004665B6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60C9F">
              <w:rPr>
                <w:rFonts w:ascii="Corbel" w:eastAsia="Cambria" w:hAnsi="Corbel"/>
                <w:sz w:val="24"/>
                <w:szCs w:val="24"/>
              </w:rPr>
              <w:t xml:space="preserve">Termin </w:t>
            </w:r>
            <w:r w:rsidR="00204BAE">
              <w:rPr>
                <w:rFonts w:ascii="Corbel" w:eastAsia="Cambria" w:hAnsi="Corbel"/>
                <w:sz w:val="24"/>
                <w:szCs w:val="24"/>
              </w:rPr>
              <w:t>zaliczenia</w:t>
            </w:r>
            <w:r w:rsidRPr="00060C9F">
              <w:rPr>
                <w:rFonts w:ascii="Corbel" w:eastAsia="Cambria" w:hAnsi="Corbel"/>
                <w:sz w:val="24"/>
                <w:szCs w:val="24"/>
              </w:rPr>
              <w:t xml:space="preserve"> zostaje ustalony w uzgodnieniu ze studentami z uwzględnieniem kalendarza roku akademickiego oraz harmonogramu sesji egzaminacyjnej.</w:t>
            </w:r>
          </w:p>
          <w:p w14:paraId="511712E5" w14:textId="38A77132" w:rsidR="004665B6" w:rsidRPr="00060C9F" w:rsidRDefault="004665B6" w:rsidP="004665B6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60C9F">
              <w:rPr>
                <w:rFonts w:ascii="Corbel" w:eastAsia="Cambria" w:hAnsi="Corbel"/>
                <w:sz w:val="24"/>
                <w:szCs w:val="24"/>
              </w:rPr>
              <w:t xml:space="preserve">Dopuszczalne jest przystąpienie do </w:t>
            </w:r>
            <w:r w:rsidR="00204BAE">
              <w:rPr>
                <w:rFonts w:ascii="Corbel" w:eastAsia="Cambria" w:hAnsi="Corbel"/>
                <w:sz w:val="24"/>
                <w:szCs w:val="24"/>
              </w:rPr>
              <w:t>zaliczenia</w:t>
            </w:r>
            <w:r w:rsidRPr="00060C9F">
              <w:rPr>
                <w:rFonts w:ascii="Corbel" w:eastAsia="Cambria" w:hAnsi="Corbel"/>
                <w:sz w:val="24"/>
                <w:szCs w:val="24"/>
              </w:rPr>
              <w:t xml:space="preserve"> przed sesją egzaminacyjną, w tzw. terminie zerowym.</w:t>
            </w:r>
          </w:p>
          <w:p w14:paraId="7D3CB09B" w14:textId="01CEB53F" w:rsidR="004665B6" w:rsidRPr="00060C9F" w:rsidRDefault="004665B6" w:rsidP="004665B6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60C9F">
              <w:rPr>
                <w:rFonts w:ascii="Corbel" w:eastAsia="Cambria" w:hAnsi="Corbel"/>
                <w:sz w:val="24"/>
                <w:szCs w:val="24"/>
              </w:rPr>
              <w:t xml:space="preserve">W szczególnie uzasadnionych przypadkach dopuszczalne jest przystąpienie do </w:t>
            </w:r>
            <w:r w:rsidR="00204BAE">
              <w:rPr>
                <w:rFonts w:ascii="Corbel" w:eastAsia="Cambria" w:hAnsi="Corbel"/>
                <w:sz w:val="24"/>
                <w:szCs w:val="24"/>
              </w:rPr>
              <w:t>zaliczenia</w:t>
            </w:r>
            <w:r w:rsidRPr="00060C9F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>
              <w:rPr>
                <w:rFonts w:ascii="Corbel" w:eastAsia="Cambria" w:hAnsi="Corbel"/>
                <w:sz w:val="24"/>
                <w:szCs w:val="24"/>
              </w:rPr>
              <w:br/>
            </w:r>
            <w:r w:rsidRPr="00060C9F">
              <w:rPr>
                <w:rFonts w:ascii="Corbel" w:eastAsia="Cambria" w:hAnsi="Corbel"/>
                <w:sz w:val="24"/>
                <w:szCs w:val="24"/>
              </w:rPr>
              <w:t>w formie ustnej.</w:t>
            </w:r>
          </w:p>
          <w:p w14:paraId="32F8C57B" w14:textId="7D924C6D" w:rsidR="0085747A" w:rsidRPr="0028565E" w:rsidRDefault="004665B6" w:rsidP="0028565E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60C9F">
              <w:rPr>
                <w:rFonts w:ascii="Corbel" w:eastAsia="Cambria" w:hAnsi="Corbel"/>
                <w:sz w:val="24"/>
                <w:szCs w:val="24"/>
              </w:rPr>
              <w:t xml:space="preserve">Dopuszcza się ogłoszenie wyników </w:t>
            </w:r>
            <w:r w:rsidR="00204BAE">
              <w:rPr>
                <w:rFonts w:ascii="Corbel" w:eastAsia="Cambria" w:hAnsi="Corbel"/>
                <w:sz w:val="24"/>
                <w:szCs w:val="24"/>
              </w:rPr>
              <w:t>zaliczenia</w:t>
            </w:r>
            <w:r w:rsidRPr="00060C9F">
              <w:rPr>
                <w:rFonts w:ascii="Corbel" w:eastAsia="Cambria" w:hAnsi="Corbel"/>
                <w:sz w:val="24"/>
                <w:szCs w:val="24"/>
              </w:rPr>
              <w:t xml:space="preserve">, poprzez umieszczenie stosownej informacji na stronie internetowej (z zachowaniem zasad anonimowości). </w:t>
            </w:r>
          </w:p>
        </w:tc>
      </w:tr>
    </w:tbl>
    <w:p w14:paraId="4384804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398D3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3EC438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9C54AE" w14:paraId="608AA076" w14:textId="77777777" w:rsidTr="00371D55">
        <w:tc>
          <w:tcPr>
            <w:tcW w:w="5132" w:type="dxa"/>
            <w:vAlign w:val="center"/>
          </w:tcPr>
          <w:p w14:paraId="09E6D71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77D5CF9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6642AED" w14:textId="77777777" w:rsidTr="00371D55">
        <w:tc>
          <w:tcPr>
            <w:tcW w:w="5132" w:type="dxa"/>
          </w:tcPr>
          <w:p w14:paraId="413AB46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88" w:type="dxa"/>
          </w:tcPr>
          <w:p w14:paraId="04276541" w14:textId="15606D54" w:rsidR="0085747A" w:rsidRPr="009C54AE" w:rsidRDefault="00BD618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65189F7" w14:textId="77777777" w:rsidTr="00371D55">
        <w:tc>
          <w:tcPr>
            <w:tcW w:w="5132" w:type="dxa"/>
          </w:tcPr>
          <w:p w14:paraId="7BCFCEC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E3C1B0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</w:tcPr>
          <w:p w14:paraId="12E5D60E" w14:textId="170A621B" w:rsidR="00C61DC5" w:rsidRPr="009C54AE" w:rsidRDefault="0099745C" w:rsidP="009974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745C">
              <w:rPr>
                <w:rFonts w:ascii="Corbel" w:hAnsi="Corbel"/>
                <w:sz w:val="24"/>
                <w:szCs w:val="24"/>
              </w:rPr>
              <w:t xml:space="preserve">3 (udział w konsultacjach - 2 godz., udział w </w:t>
            </w:r>
            <w:r w:rsidR="00390054">
              <w:rPr>
                <w:rFonts w:ascii="Corbel" w:hAnsi="Corbel"/>
                <w:sz w:val="24"/>
                <w:szCs w:val="24"/>
              </w:rPr>
              <w:t>zaliczeniu</w:t>
            </w:r>
            <w:r w:rsidRPr="0099745C">
              <w:rPr>
                <w:rFonts w:ascii="Corbel" w:hAnsi="Corbel"/>
                <w:sz w:val="24"/>
                <w:szCs w:val="24"/>
              </w:rPr>
              <w:t xml:space="preserve"> - 1 godz.)</w:t>
            </w:r>
          </w:p>
        </w:tc>
      </w:tr>
      <w:tr w:rsidR="00C61DC5" w:rsidRPr="009C54AE" w14:paraId="0C9FA350" w14:textId="77777777" w:rsidTr="00371D55">
        <w:tc>
          <w:tcPr>
            <w:tcW w:w="5132" w:type="dxa"/>
          </w:tcPr>
          <w:p w14:paraId="51268905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E6358C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</w:tcPr>
          <w:p w14:paraId="5452EECA" w14:textId="3AC1EDD0" w:rsidR="00C61DC5" w:rsidRPr="009C54AE" w:rsidRDefault="00BD618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42</w:t>
            </w:r>
            <w:r w:rsidR="0099745C">
              <w:rPr>
                <w:rFonts w:ascii="Corbel" w:hAnsi="Corbel"/>
                <w:sz w:val="24"/>
                <w:szCs w:val="24"/>
              </w:rPr>
              <w:t xml:space="preserve"> </w:t>
            </w:r>
            <w:r w:rsidR="0099745C" w:rsidRPr="008562A8">
              <w:rPr>
                <w:rFonts w:asciiTheme="minorHAnsi" w:hAnsiTheme="minorHAnsi"/>
              </w:rPr>
              <w:t xml:space="preserve">(przygotowanie do </w:t>
            </w:r>
            <w:r w:rsidR="00390054">
              <w:rPr>
                <w:rFonts w:asciiTheme="minorHAnsi" w:hAnsiTheme="minorHAnsi"/>
              </w:rPr>
              <w:t>zaliczenia</w:t>
            </w:r>
            <w:r w:rsidR="0099745C" w:rsidRPr="008562A8">
              <w:rPr>
                <w:rFonts w:asciiTheme="minorHAnsi" w:hAnsiTheme="minorHAnsi"/>
              </w:rPr>
              <w:t xml:space="preserve"> </w:t>
            </w:r>
            <w:r w:rsidR="0099745C">
              <w:rPr>
                <w:rFonts w:asciiTheme="minorHAnsi" w:hAnsiTheme="minorHAnsi"/>
              </w:rPr>
              <w:t>–</w:t>
            </w:r>
            <w:r w:rsidR="0019436C">
              <w:rPr>
                <w:rFonts w:asciiTheme="minorHAnsi" w:hAnsiTheme="minorHAnsi"/>
              </w:rPr>
              <w:t>15</w:t>
            </w:r>
            <w:r w:rsidR="0099745C">
              <w:rPr>
                <w:rFonts w:asciiTheme="minorHAnsi" w:hAnsiTheme="minorHAnsi"/>
              </w:rPr>
              <w:t xml:space="preserve"> </w:t>
            </w:r>
            <w:r w:rsidR="0099745C" w:rsidRPr="008562A8">
              <w:rPr>
                <w:rFonts w:asciiTheme="minorHAnsi" w:hAnsiTheme="minorHAnsi"/>
              </w:rPr>
              <w:t>godz., przygotowanie do zajęć –</w:t>
            </w:r>
            <w:r w:rsidR="0028565E">
              <w:rPr>
                <w:rFonts w:asciiTheme="minorHAnsi" w:hAnsiTheme="minorHAnsi"/>
              </w:rPr>
              <w:t xml:space="preserve"> </w:t>
            </w:r>
            <w:r w:rsidR="0019436C">
              <w:rPr>
                <w:rFonts w:asciiTheme="minorHAnsi" w:hAnsiTheme="minorHAnsi"/>
              </w:rPr>
              <w:t>27</w:t>
            </w:r>
            <w:r w:rsidR="0099745C" w:rsidRPr="008562A8">
              <w:rPr>
                <w:rFonts w:asciiTheme="minorHAnsi" w:hAnsiTheme="minorHAnsi"/>
              </w:rPr>
              <w:t xml:space="preserve"> godz.)</w:t>
            </w:r>
          </w:p>
        </w:tc>
      </w:tr>
      <w:tr w:rsidR="0085747A" w:rsidRPr="009C54AE" w14:paraId="57E593D5" w14:textId="77777777" w:rsidTr="00371D55">
        <w:tc>
          <w:tcPr>
            <w:tcW w:w="5132" w:type="dxa"/>
          </w:tcPr>
          <w:p w14:paraId="6348E51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7E888F12" w14:textId="22755375" w:rsidR="0085747A" w:rsidRPr="009C54AE" w:rsidRDefault="00BD618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68107D9" w14:textId="77777777" w:rsidTr="00371D55">
        <w:tc>
          <w:tcPr>
            <w:tcW w:w="5132" w:type="dxa"/>
          </w:tcPr>
          <w:p w14:paraId="1D653A9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4F86192F" w14:textId="0CDBF745" w:rsidR="0085747A" w:rsidRPr="009C54AE" w:rsidRDefault="00BD618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F16FF9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059774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4132F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74CD73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B353272" w14:textId="77777777" w:rsidTr="0071620A">
        <w:trPr>
          <w:trHeight w:val="397"/>
        </w:trPr>
        <w:tc>
          <w:tcPr>
            <w:tcW w:w="3544" w:type="dxa"/>
          </w:tcPr>
          <w:p w14:paraId="49EA314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8713CC5" w14:textId="0E607F1B" w:rsidR="0085747A" w:rsidRPr="009C54AE" w:rsidRDefault="00110E4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54DDC7C4" w14:textId="77777777" w:rsidTr="0071620A">
        <w:trPr>
          <w:trHeight w:val="397"/>
        </w:trPr>
        <w:tc>
          <w:tcPr>
            <w:tcW w:w="3544" w:type="dxa"/>
          </w:tcPr>
          <w:p w14:paraId="72DD3A4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C124B41" w14:textId="3EDCE1E1" w:rsidR="0085747A" w:rsidRPr="009C54AE" w:rsidRDefault="00110E4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B458B2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F87F6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93BA41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20C574CF" w14:textId="77777777" w:rsidTr="0071620A">
        <w:trPr>
          <w:trHeight w:val="397"/>
        </w:trPr>
        <w:tc>
          <w:tcPr>
            <w:tcW w:w="7513" w:type="dxa"/>
          </w:tcPr>
          <w:p w14:paraId="3308DF53" w14:textId="77777777" w:rsidR="00110E47" w:rsidRDefault="0085747A" w:rsidP="0099745C">
            <w:pPr>
              <w:pStyle w:val="Punktygwne"/>
              <w:tabs>
                <w:tab w:val="left" w:pos="3005"/>
              </w:tabs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10E4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125151BF" w14:textId="3AD25B64" w:rsidR="0085747A" w:rsidRPr="00110E47" w:rsidRDefault="0099745C" w:rsidP="0099745C">
            <w:pPr>
              <w:pStyle w:val="Punktygwne"/>
              <w:tabs>
                <w:tab w:val="left" w:pos="3005"/>
              </w:tabs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10E47">
              <w:rPr>
                <w:rFonts w:ascii="Corbel" w:hAnsi="Corbel"/>
                <w:smallCaps w:val="0"/>
                <w:szCs w:val="24"/>
              </w:rPr>
              <w:tab/>
            </w:r>
          </w:p>
          <w:p w14:paraId="523EA79B" w14:textId="7B152B0E" w:rsidR="001A4513" w:rsidRPr="00A11A63" w:rsidRDefault="001A4513" w:rsidP="0099745C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t>Wł. Tatarkiewicz, Historia filozofii, t.1-3, PWN, Warszawa 2009</w:t>
            </w:r>
          </w:p>
          <w:p w14:paraId="458219FE" w14:textId="3AB9E301" w:rsidR="00A11A63" w:rsidRDefault="00A11A63" w:rsidP="0099745C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A11A63">
              <w:rPr>
                <w:rFonts w:ascii="Corbel" w:eastAsia="Cambria" w:hAnsi="Corbel"/>
                <w:sz w:val="24"/>
                <w:szCs w:val="24"/>
              </w:rPr>
              <w:t>R. Tokarczyk, Podstawy filozofii, Warszawa 2010</w:t>
            </w:r>
          </w:p>
          <w:p w14:paraId="00142B15" w14:textId="08468358" w:rsidR="0099745C" w:rsidRPr="0064289F" w:rsidRDefault="0099745C" w:rsidP="0064289F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proofErr w:type="spellStart"/>
            <w:r w:rsidRPr="0099745C">
              <w:rPr>
                <w:rFonts w:ascii="Corbel" w:eastAsia="Cambria" w:hAnsi="Corbel"/>
                <w:sz w:val="24"/>
                <w:szCs w:val="24"/>
              </w:rPr>
              <w:t>L.Dubel</w:t>
            </w:r>
            <w:proofErr w:type="spellEnd"/>
            <w:r w:rsidRPr="0099745C">
              <w:rPr>
                <w:rFonts w:ascii="Corbel" w:eastAsia="Cambria" w:hAnsi="Corbel"/>
                <w:sz w:val="24"/>
                <w:szCs w:val="24"/>
              </w:rPr>
              <w:t xml:space="preserve">: </w:t>
            </w:r>
            <w:r w:rsidRPr="00A11A63">
              <w:rPr>
                <w:rFonts w:ascii="Corbel" w:eastAsia="Cambria" w:hAnsi="Corbel"/>
                <w:iCs/>
                <w:sz w:val="24"/>
                <w:szCs w:val="24"/>
              </w:rPr>
              <w:t>Historia doktryn politycznych i prawnych do schyłku XX wieku, Wydawnictwo „LexisNexis", Warszawa 2012</w:t>
            </w:r>
          </w:p>
        </w:tc>
      </w:tr>
      <w:tr w:rsidR="0085747A" w:rsidRPr="009C54AE" w14:paraId="0996A386" w14:textId="77777777" w:rsidTr="0071620A">
        <w:trPr>
          <w:trHeight w:val="397"/>
        </w:trPr>
        <w:tc>
          <w:tcPr>
            <w:tcW w:w="7513" w:type="dxa"/>
          </w:tcPr>
          <w:p w14:paraId="346BD0E3" w14:textId="766C3E61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10E47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1A1F72A" w14:textId="77777777" w:rsidR="00110E47" w:rsidRPr="00110E47" w:rsidRDefault="00110E47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70344907" w14:textId="396E5E4E" w:rsidR="0064289F" w:rsidRDefault="0064289F" w:rsidP="0099745C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t>B. Russell (2000), Dzieje filozofii zachodu i jej związki z rzeczywistością polityczno-społeczną od czasów najdawniejszych do dnia dzisiejszego, Aletheia, Warszawa</w:t>
            </w:r>
          </w:p>
          <w:p w14:paraId="7C03C93D" w14:textId="3D653F25" w:rsidR="00772304" w:rsidRDefault="00772304" w:rsidP="0099745C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A. Łuszczyński, </w:t>
            </w:r>
            <w:r w:rsidRPr="00772304">
              <w:rPr>
                <w:rFonts w:ascii="Corbel" w:eastAsia="Cambria" w:hAnsi="Corbel"/>
                <w:i/>
                <w:iCs/>
                <w:sz w:val="24"/>
                <w:szCs w:val="24"/>
              </w:rPr>
              <w:t>Myśl polityczno – prawna Tomasza G. Masaryka jako rodzaj mitu państwotwórczego</w:t>
            </w:r>
            <w:r w:rsidRPr="00772304">
              <w:rPr>
                <w:rFonts w:ascii="Corbel" w:eastAsia="Cambria" w:hAnsi="Corbel"/>
                <w:sz w:val="24"/>
                <w:szCs w:val="24"/>
              </w:rPr>
              <w:t>, Rzeszów 2013</w:t>
            </w:r>
            <w:r>
              <w:rPr>
                <w:rFonts w:ascii="Corbel" w:eastAsia="Cambria" w:hAnsi="Corbel"/>
                <w:sz w:val="24"/>
                <w:szCs w:val="24"/>
              </w:rPr>
              <w:t>.</w:t>
            </w:r>
          </w:p>
          <w:p w14:paraId="29372C27" w14:textId="2BDDDA7B" w:rsidR="00772304" w:rsidRPr="00772304" w:rsidRDefault="00772304" w:rsidP="00772304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M. Niemczyk, </w:t>
            </w:r>
            <w:r w:rsidRPr="00772304">
              <w:rPr>
                <w:rFonts w:ascii="Corbel" w:eastAsia="Cambria" w:hAnsi="Corbel"/>
                <w:i/>
                <w:iCs/>
                <w:sz w:val="24"/>
                <w:szCs w:val="24"/>
              </w:rPr>
              <w:t>Upojeni wolnością. Historia i idee Praskiej Wiosny jako próba wdrożenia socjalizmu z ludzką twarzą</w:t>
            </w:r>
            <w:r w:rsidRPr="00772304">
              <w:rPr>
                <w:rFonts w:ascii="Corbel" w:eastAsia="Cambria" w:hAnsi="Corbel"/>
                <w:sz w:val="24"/>
                <w:szCs w:val="24"/>
              </w:rPr>
              <w:t xml:space="preserve"> [w:] O. Górecki (red.), </w:t>
            </w:r>
            <w:r w:rsidRPr="00772304">
              <w:rPr>
                <w:rFonts w:ascii="Corbel" w:eastAsia="Cambria" w:hAnsi="Corbel"/>
                <w:i/>
                <w:iCs/>
                <w:sz w:val="24"/>
                <w:szCs w:val="24"/>
              </w:rPr>
              <w:t>Wolność człowieka i jego granice. Antologia pojęcia w doktrynach polityczno-prawnych. Od Nietzschego do współczesności</w:t>
            </w:r>
            <w:r w:rsidRPr="00772304">
              <w:rPr>
                <w:rFonts w:ascii="Corbel" w:eastAsia="Cambria" w:hAnsi="Corbel"/>
                <w:sz w:val="24"/>
                <w:szCs w:val="24"/>
              </w:rPr>
              <w:t>, Wydawnictwo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Pr="00772304">
              <w:rPr>
                <w:rFonts w:ascii="Corbel" w:eastAsia="Cambria" w:hAnsi="Corbel"/>
                <w:sz w:val="24"/>
                <w:szCs w:val="24"/>
              </w:rPr>
              <w:t>Uniwersytetu Łódzkiego, Łódź 2019</w:t>
            </w:r>
          </w:p>
          <w:p w14:paraId="6DE940FE" w14:textId="7757BD3D" w:rsidR="0099745C" w:rsidRDefault="0099745C" w:rsidP="0099745C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proofErr w:type="spellStart"/>
            <w:r>
              <w:rPr>
                <w:rFonts w:ascii="Corbel" w:eastAsia="Cambria" w:hAnsi="Corbel"/>
                <w:sz w:val="24"/>
                <w:szCs w:val="24"/>
              </w:rPr>
              <w:t>M.Merkwa</w:t>
            </w:r>
            <w:proofErr w:type="spellEnd"/>
            <w:r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="00772304">
              <w:rPr>
                <w:rFonts w:ascii="Corbel" w:eastAsia="Cambria" w:hAnsi="Corbel"/>
                <w:i/>
                <w:iCs/>
                <w:sz w:val="24"/>
                <w:szCs w:val="24"/>
              </w:rPr>
              <w:t>U źródeł idei praw człowieka</w:t>
            </w:r>
            <w:r w:rsidR="00772304">
              <w:rPr>
                <w:rFonts w:ascii="Corbel" w:eastAsia="Cambria" w:hAnsi="Corbel"/>
                <w:sz w:val="24"/>
                <w:szCs w:val="24"/>
              </w:rPr>
              <w:t>, Lublin 2018.</w:t>
            </w:r>
          </w:p>
          <w:p w14:paraId="521EFB2C" w14:textId="025FE89F" w:rsidR="0099745C" w:rsidRPr="009C54AE" w:rsidRDefault="0099745C" w:rsidP="0064289F">
            <w:pPr>
              <w:spacing w:after="0" w:line="240" w:lineRule="auto"/>
              <w:ind w:left="720"/>
              <w:jc w:val="both"/>
              <w:rPr>
                <w:rFonts w:ascii="Corbel" w:hAnsi="Corbel"/>
                <w:b/>
                <w:i/>
                <w:smallCaps/>
                <w:color w:val="000000"/>
                <w:szCs w:val="24"/>
              </w:rPr>
            </w:pPr>
          </w:p>
        </w:tc>
      </w:tr>
    </w:tbl>
    <w:p w14:paraId="730C0BA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287D9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C677F1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0251D2" w14:textId="77777777" w:rsidR="00AF42FF" w:rsidRDefault="00AF42FF" w:rsidP="00C16ABF">
      <w:pPr>
        <w:spacing w:after="0" w:line="240" w:lineRule="auto"/>
      </w:pPr>
      <w:r>
        <w:separator/>
      </w:r>
    </w:p>
  </w:endnote>
  <w:endnote w:type="continuationSeparator" w:id="0">
    <w:p w14:paraId="619F6802" w14:textId="77777777" w:rsidR="00AF42FF" w:rsidRDefault="00AF42F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5432EA" w14:textId="77777777" w:rsidR="00AF42FF" w:rsidRDefault="00AF42FF" w:rsidP="00C16ABF">
      <w:pPr>
        <w:spacing w:after="0" w:line="240" w:lineRule="auto"/>
      </w:pPr>
      <w:r>
        <w:separator/>
      </w:r>
    </w:p>
  </w:footnote>
  <w:footnote w:type="continuationSeparator" w:id="0">
    <w:p w14:paraId="2235CB6F" w14:textId="77777777" w:rsidR="00AF42FF" w:rsidRDefault="00AF42FF" w:rsidP="00C16ABF">
      <w:pPr>
        <w:spacing w:after="0" w:line="240" w:lineRule="auto"/>
      </w:pPr>
      <w:r>
        <w:continuationSeparator/>
      </w:r>
    </w:p>
  </w:footnote>
  <w:footnote w:id="1">
    <w:p w14:paraId="3F87D668" w14:textId="77777777" w:rsidR="00A800BB" w:rsidRDefault="00A800BB" w:rsidP="00A800B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2F3DA0"/>
    <w:multiLevelType w:val="hybridMultilevel"/>
    <w:tmpl w:val="7E16A8F8"/>
    <w:lvl w:ilvl="0" w:tplc="DE4C8B9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4528B5"/>
    <w:multiLevelType w:val="hybridMultilevel"/>
    <w:tmpl w:val="7BAE459E"/>
    <w:lvl w:ilvl="0" w:tplc="AFA4CF5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770C25"/>
    <w:multiLevelType w:val="hybridMultilevel"/>
    <w:tmpl w:val="C06ECA40"/>
    <w:lvl w:ilvl="0" w:tplc="780A79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C45F3D"/>
    <w:multiLevelType w:val="hybridMultilevel"/>
    <w:tmpl w:val="03E82C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8659F"/>
    <w:multiLevelType w:val="hybridMultilevel"/>
    <w:tmpl w:val="AB9876B4"/>
    <w:lvl w:ilvl="0" w:tplc="3EF219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186190"/>
    <w:multiLevelType w:val="hybridMultilevel"/>
    <w:tmpl w:val="C06ECA40"/>
    <w:lvl w:ilvl="0" w:tplc="780A79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7F02BD"/>
    <w:multiLevelType w:val="hybridMultilevel"/>
    <w:tmpl w:val="7E16A8F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2D0624"/>
    <w:multiLevelType w:val="hybridMultilevel"/>
    <w:tmpl w:val="A9580502"/>
    <w:lvl w:ilvl="0" w:tplc="77569DD0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BB6F5F"/>
    <w:multiLevelType w:val="hybridMultilevel"/>
    <w:tmpl w:val="9D5434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8"/>
  </w:num>
  <w:num w:numId="6">
    <w:abstractNumId w:val="6"/>
  </w:num>
  <w:num w:numId="7">
    <w:abstractNumId w:val="9"/>
  </w:num>
  <w:num w:numId="8">
    <w:abstractNumId w:val="3"/>
  </w:num>
  <w:num w:numId="9">
    <w:abstractNumId w:val="4"/>
  </w:num>
  <w:num w:numId="1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161B6"/>
    <w:rsid w:val="00022ECE"/>
    <w:rsid w:val="000305BB"/>
    <w:rsid w:val="00042A51"/>
    <w:rsid w:val="00042D2E"/>
    <w:rsid w:val="00044C82"/>
    <w:rsid w:val="00053505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22B"/>
    <w:rsid w:val="000D04B0"/>
    <w:rsid w:val="000F1C57"/>
    <w:rsid w:val="000F5615"/>
    <w:rsid w:val="000F68BA"/>
    <w:rsid w:val="00110E47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171D"/>
    <w:rsid w:val="00192F37"/>
    <w:rsid w:val="0019436C"/>
    <w:rsid w:val="001A4513"/>
    <w:rsid w:val="001A70D2"/>
    <w:rsid w:val="001D2B75"/>
    <w:rsid w:val="001D657B"/>
    <w:rsid w:val="001D7B54"/>
    <w:rsid w:val="001E0209"/>
    <w:rsid w:val="001F2CA2"/>
    <w:rsid w:val="00204BAE"/>
    <w:rsid w:val="00205F5A"/>
    <w:rsid w:val="002144C0"/>
    <w:rsid w:val="0022477D"/>
    <w:rsid w:val="002278A9"/>
    <w:rsid w:val="002336F9"/>
    <w:rsid w:val="0024028F"/>
    <w:rsid w:val="00244ABC"/>
    <w:rsid w:val="00245696"/>
    <w:rsid w:val="00281FF2"/>
    <w:rsid w:val="0028565E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42E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6A49"/>
    <w:rsid w:val="00371D55"/>
    <w:rsid w:val="00390054"/>
    <w:rsid w:val="003A0431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0D3"/>
    <w:rsid w:val="00431D5C"/>
    <w:rsid w:val="004362C6"/>
    <w:rsid w:val="00437FA2"/>
    <w:rsid w:val="00445970"/>
    <w:rsid w:val="0046179A"/>
    <w:rsid w:val="00461EFC"/>
    <w:rsid w:val="004652C2"/>
    <w:rsid w:val="004665B6"/>
    <w:rsid w:val="004706D1"/>
    <w:rsid w:val="00471326"/>
    <w:rsid w:val="00474D96"/>
    <w:rsid w:val="0047598D"/>
    <w:rsid w:val="004840FD"/>
    <w:rsid w:val="00490F7D"/>
    <w:rsid w:val="00491678"/>
    <w:rsid w:val="004968E2"/>
    <w:rsid w:val="004A3EEA"/>
    <w:rsid w:val="004A4D1F"/>
    <w:rsid w:val="004A5CB1"/>
    <w:rsid w:val="004C652D"/>
    <w:rsid w:val="004D5282"/>
    <w:rsid w:val="004F1551"/>
    <w:rsid w:val="004F55A3"/>
    <w:rsid w:val="0050496F"/>
    <w:rsid w:val="00513B6F"/>
    <w:rsid w:val="00517C63"/>
    <w:rsid w:val="00531904"/>
    <w:rsid w:val="005328E0"/>
    <w:rsid w:val="005363C4"/>
    <w:rsid w:val="00536BDE"/>
    <w:rsid w:val="00543ACC"/>
    <w:rsid w:val="005515FA"/>
    <w:rsid w:val="0056696D"/>
    <w:rsid w:val="005919E6"/>
    <w:rsid w:val="0059484D"/>
    <w:rsid w:val="005A0855"/>
    <w:rsid w:val="005A133C"/>
    <w:rsid w:val="005A3196"/>
    <w:rsid w:val="005A5C9B"/>
    <w:rsid w:val="005C080F"/>
    <w:rsid w:val="005C55E5"/>
    <w:rsid w:val="005C696A"/>
    <w:rsid w:val="005D44F8"/>
    <w:rsid w:val="005E6E85"/>
    <w:rsid w:val="005F1C7E"/>
    <w:rsid w:val="005F31D2"/>
    <w:rsid w:val="005F484E"/>
    <w:rsid w:val="0061029B"/>
    <w:rsid w:val="00617230"/>
    <w:rsid w:val="006215E1"/>
    <w:rsid w:val="00621CE1"/>
    <w:rsid w:val="00627FC9"/>
    <w:rsid w:val="0064289F"/>
    <w:rsid w:val="00644471"/>
    <w:rsid w:val="00647FA8"/>
    <w:rsid w:val="00650C5F"/>
    <w:rsid w:val="00654934"/>
    <w:rsid w:val="00657DD9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6596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304"/>
    <w:rsid w:val="0078168C"/>
    <w:rsid w:val="00787C2A"/>
    <w:rsid w:val="00790E27"/>
    <w:rsid w:val="007A4022"/>
    <w:rsid w:val="007A6E6E"/>
    <w:rsid w:val="007B0ABA"/>
    <w:rsid w:val="007B25C6"/>
    <w:rsid w:val="007C3299"/>
    <w:rsid w:val="007C3BCC"/>
    <w:rsid w:val="007C4546"/>
    <w:rsid w:val="007D6E56"/>
    <w:rsid w:val="007F3395"/>
    <w:rsid w:val="007F4155"/>
    <w:rsid w:val="00814CD9"/>
    <w:rsid w:val="0081554D"/>
    <w:rsid w:val="0081707E"/>
    <w:rsid w:val="008449B3"/>
    <w:rsid w:val="008552A2"/>
    <w:rsid w:val="0085747A"/>
    <w:rsid w:val="00877477"/>
    <w:rsid w:val="00884922"/>
    <w:rsid w:val="00885F64"/>
    <w:rsid w:val="008872F9"/>
    <w:rsid w:val="008917F9"/>
    <w:rsid w:val="008A0D43"/>
    <w:rsid w:val="008A45F7"/>
    <w:rsid w:val="008A7542"/>
    <w:rsid w:val="008C0CC0"/>
    <w:rsid w:val="008C19A9"/>
    <w:rsid w:val="008C27AD"/>
    <w:rsid w:val="008C379D"/>
    <w:rsid w:val="008C5147"/>
    <w:rsid w:val="008C5359"/>
    <w:rsid w:val="008C5363"/>
    <w:rsid w:val="008D3DFB"/>
    <w:rsid w:val="008E64F4"/>
    <w:rsid w:val="008F12C9"/>
    <w:rsid w:val="008F642C"/>
    <w:rsid w:val="008F6E29"/>
    <w:rsid w:val="00916188"/>
    <w:rsid w:val="00923D7D"/>
    <w:rsid w:val="009508DF"/>
    <w:rsid w:val="00950DAC"/>
    <w:rsid w:val="00954A07"/>
    <w:rsid w:val="0099745C"/>
    <w:rsid w:val="00997F14"/>
    <w:rsid w:val="009A78D9"/>
    <w:rsid w:val="009C3E31"/>
    <w:rsid w:val="009C54AE"/>
    <w:rsid w:val="009C788E"/>
    <w:rsid w:val="009D3F3B"/>
    <w:rsid w:val="009E0543"/>
    <w:rsid w:val="009E3B41"/>
    <w:rsid w:val="009F076A"/>
    <w:rsid w:val="009F3C5C"/>
    <w:rsid w:val="009F4610"/>
    <w:rsid w:val="00A00ECC"/>
    <w:rsid w:val="00A07A64"/>
    <w:rsid w:val="00A10C04"/>
    <w:rsid w:val="00A11A63"/>
    <w:rsid w:val="00A155EE"/>
    <w:rsid w:val="00A2245B"/>
    <w:rsid w:val="00A30110"/>
    <w:rsid w:val="00A36899"/>
    <w:rsid w:val="00A371F6"/>
    <w:rsid w:val="00A43BF6"/>
    <w:rsid w:val="00A45838"/>
    <w:rsid w:val="00A53FA5"/>
    <w:rsid w:val="00A54817"/>
    <w:rsid w:val="00A601C8"/>
    <w:rsid w:val="00A60799"/>
    <w:rsid w:val="00A748E3"/>
    <w:rsid w:val="00A800BB"/>
    <w:rsid w:val="00A84C85"/>
    <w:rsid w:val="00A97DE1"/>
    <w:rsid w:val="00AB053C"/>
    <w:rsid w:val="00AB3632"/>
    <w:rsid w:val="00AC03AE"/>
    <w:rsid w:val="00AD1146"/>
    <w:rsid w:val="00AD27D3"/>
    <w:rsid w:val="00AD66D6"/>
    <w:rsid w:val="00AE1160"/>
    <w:rsid w:val="00AE203C"/>
    <w:rsid w:val="00AE2E74"/>
    <w:rsid w:val="00AE5FCB"/>
    <w:rsid w:val="00AF2974"/>
    <w:rsid w:val="00AF2C1E"/>
    <w:rsid w:val="00AF42FF"/>
    <w:rsid w:val="00B06142"/>
    <w:rsid w:val="00B12F44"/>
    <w:rsid w:val="00B135B1"/>
    <w:rsid w:val="00B3130B"/>
    <w:rsid w:val="00B40ADB"/>
    <w:rsid w:val="00B40F88"/>
    <w:rsid w:val="00B43B77"/>
    <w:rsid w:val="00B43E80"/>
    <w:rsid w:val="00B51150"/>
    <w:rsid w:val="00B607DB"/>
    <w:rsid w:val="00B619C2"/>
    <w:rsid w:val="00B66529"/>
    <w:rsid w:val="00B75946"/>
    <w:rsid w:val="00B8056E"/>
    <w:rsid w:val="00B819C8"/>
    <w:rsid w:val="00B82308"/>
    <w:rsid w:val="00B90885"/>
    <w:rsid w:val="00BB244C"/>
    <w:rsid w:val="00BB520A"/>
    <w:rsid w:val="00BD3869"/>
    <w:rsid w:val="00BD6186"/>
    <w:rsid w:val="00BD66E9"/>
    <w:rsid w:val="00BD6FF4"/>
    <w:rsid w:val="00BF2C41"/>
    <w:rsid w:val="00C058B4"/>
    <w:rsid w:val="00C05BF1"/>
    <w:rsid w:val="00C05F44"/>
    <w:rsid w:val="00C131B5"/>
    <w:rsid w:val="00C16ABF"/>
    <w:rsid w:val="00C170AE"/>
    <w:rsid w:val="00C2560F"/>
    <w:rsid w:val="00C26CB7"/>
    <w:rsid w:val="00C324C1"/>
    <w:rsid w:val="00C36992"/>
    <w:rsid w:val="00C47597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3B24"/>
    <w:rsid w:val="00D552B2"/>
    <w:rsid w:val="00D55BFE"/>
    <w:rsid w:val="00D608D1"/>
    <w:rsid w:val="00D74119"/>
    <w:rsid w:val="00D8075B"/>
    <w:rsid w:val="00D8678B"/>
    <w:rsid w:val="00DA2114"/>
    <w:rsid w:val="00DE09C0"/>
    <w:rsid w:val="00DE4A14"/>
    <w:rsid w:val="00DF320D"/>
    <w:rsid w:val="00DF5790"/>
    <w:rsid w:val="00DF71C8"/>
    <w:rsid w:val="00E12894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487E"/>
    <w:rsid w:val="00EB7401"/>
    <w:rsid w:val="00EC4899"/>
    <w:rsid w:val="00ED03AB"/>
    <w:rsid w:val="00ED32D2"/>
    <w:rsid w:val="00EE0D16"/>
    <w:rsid w:val="00EE32DE"/>
    <w:rsid w:val="00EE5457"/>
    <w:rsid w:val="00EF7724"/>
    <w:rsid w:val="00F0257D"/>
    <w:rsid w:val="00F04820"/>
    <w:rsid w:val="00F070AB"/>
    <w:rsid w:val="00F17567"/>
    <w:rsid w:val="00F27A7B"/>
    <w:rsid w:val="00F30886"/>
    <w:rsid w:val="00F31DDA"/>
    <w:rsid w:val="00F526AF"/>
    <w:rsid w:val="00F6169F"/>
    <w:rsid w:val="00F617C3"/>
    <w:rsid w:val="00F7066B"/>
    <w:rsid w:val="00F83B28"/>
    <w:rsid w:val="00F974DA"/>
    <w:rsid w:val="00FA46E5"/>
    <w:rsid w:val="00FB5E9A"/>
    <w:rsid w:val="00FB6E28"/>
    <w:rsid w:val="00FB7DBA"/>
    <w:rsid w:val="00FC1C25"/>
    <w:rsid w:val="00FC3F45"/>
    <w:rsid w:val="00FC6838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3478C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215E1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B6E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B6E2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B6E2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6E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6E28"/>
    <w:rPr>
      <w:rFonts w:ascii="Calibri" w:hAnsi="Calibri"/>
      <w:b/>
      <w:bCs/>
      <w:lang w:eastAsia="en-US"/>
    </w:rPr>
  </w:style>
  <w:style w:type="character" w:customStyle="1" w:styleId="fontstyle01">
    <w:name w:val="fontstyle01"/>
    <w:basedOn w:val="Domylnaczcionkaakapitu"/>
    <w:rsid w:val="00C47597"/>
    <w:rPr>
      <w:rFonts w:ascii="Corbel" w:hAnsi="Corbel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7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4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9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54B267-FF98-4D98-ABC3-4CB629666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5</Pages>
  <Words>1100</Words>
  <Characters>6602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Anna Pikus</cp:lastModifiedBy>
  <cp:revision>6</cp:revision>
  <cp:lastPrinted>2019-02-06T12:12:00Z</cp:lastPrinted>
  <dcterms:created xsi:type="dcterms:W3CDTF">2022-09-12T10:53:00Z</dcterms:created>
  <dcterms:modified xsi:type="dcterms:W3CDTF">2022-12-12T11:27:00Z</dcterms:modified>
</cp:coreProperties>
</file>